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F856D2" w:rsidR="000933E8" w:rsidP="000933E8" w:rsidRDefault="000933E8" w14:paraId="6C209650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856D2">
        <w:rPr>
          <w:rFonts w:ascii="Corbel" w:hAnsi="Corbel"/>
          <w:b/>
          <w:bCs/>
          <w:sz w:val="24"/>
          <w:szCs w:val="24"/>
        </w:rPr>
        <w:t xml:space="preserve">   </w:t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/>
          <w:bCs/>
          <w:sz w:val="24"/>
          <w:szCs w:val="24"/>
        </w:rPr>
        <w:tab/>
      </w:r>
      <w:r w:rsidRPr="00F85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F856D2" w:rsidR="000933E8" w:rsidP="000933E8" w:rsidRDefault="000933E8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F856D2" w:rsidR="000933E8" w:rsidP="000933E8" w:rsidRDefault="000933E8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646E0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Pr="00F856D2" w:rsidR="000933E8" w:rsidP="000933E8" w:rsidRDefault="000933E8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646E0">
        <w:rPr>
          <w:rFonts w:ascii="Corbel" w:hAnsi="Corbel"/>
          <w:i/>
          <w:sz w:val="24"/>
          <w:szCs w:val="24"/>
        </w:rPr>
        <w:tab/>
      </w:r>
      <w:r w:rsidRPr="00F856D2">
        <w:rPr>
          <w:rFonts w:ascii="Corbel" w:hAnsi="Corbel"/>
          <w:i/>
          <w:sz w:val="24"/>
          <w:szCs w:val="24"/>
        </w:rPr>
        <w:t>(skrajne daty</w:t>
      </w:r>
      <w:r w:rsidRPr="00F856D2">
        <w:rPr>
          <w:rFonts w:ascii="Corbel" w:hAnsi="Corbel"/>
          <w:sz w:val="24"/>
          <w:szCs w:val="24"/>
        </w:rPr>
        <w:t>)</w:t>
      </w:r>
    </w:p>
    <w:p xmlns:wp14="http://schemas.microsoft.com/office/word/2010/wordml" w:rsidR="006646E0" w:rsidP="006646E0" w:rsidRDefault="000933E8" w14:paraId="4F002B45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>
        <w:rPr>
          <w:rFonts w:ascii="Corbel" w:hAnsi="Corbel"/>
          <w:sz w:val="24"/>
          <w:szCs w:val="24"/>
        </w:rPr>
        <w:tab/>
      </w:r>
      <w:r w:rsidRPr="00F856D2" w:rsidR="00F77BB6">
        <w:rPr>
          <w:rFonts w:ascii="Corbel" w:hAnsi="Corbel"/>
          <w:sz w:val="24"/>
          <w:szCs w:val="24"/>
        </w:rPr>
        <w:tab/>
      </w:r>
      <w:r w:rsidRPr="00F856D2" w:rsidR="00F77BB6">
        <w:rPr>
          <w:rFonts w:ascii="Corbel" w:hAnsi="Corbel"/>
          <w:sz w:val="24"/>
          <w:szCs w:val="24"/>
        </w:rPr>
        <w:t xml:space="preserve">Rok akademicki </w:t>
      </w:r>
      <w:r w:rsidR="006646E0">
        <w:rPr>
          <w:rFonts w:ascii="Corbel" w:hAnsi="Corbel"/>
          <w:sz w:val="20"/>
          <w:szCs w:val="20"/>
        </w:rPr>
        <w:t>2022/2023</w:t>
      </w:r>
    </w:p>
    <w:p xmlns:wp14="http://schemas.microsoft.com/office/word/2010/wordml" w:rsidRPr="00F856D2" w:rsidR="000933E8" w:rsidP="000933E8" w:rsidRDefault="000933E8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6646E0" w:rsidR="000933E8" w:rsidP="006646E0" w:rsidRDefault="000933E8" w14:paraId="63422CF6" wp14:textId="77777777">
      <w:pPr>
        <w:pStyle w:val="Akapitzlist"/>
        <w:numPr>
          <w:ilvl w:val="0"/>
          <w:numId w:val="8"/>
        </w:num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6646E0">
        <w:rPr>
          <w:rFonts w:ascii="Corbel" w:hAnsi="Corbel"/>
          <w:b/>
          <w:smallCaps/>
          <w:sz w:val="24"/>
          <w:szCs w:val="24"/>
        </w:rPr>
        <w:t>Podstawowe informacje o przedmiocie</w:t>
      </w:r>
    </w:p>
    <w:p xmlns:wp14="http://schemas.microsoft.com/office/word/2010/wordml" w:rsidRPr="006646E0" w:rsidR="006646E0" w:rsidP="006646E0" w:rsidRDefault="006646E0" w14:paraId="0A37501D" wp14:textId="77777777">
      <w:pPr>
        <w:pStyle w:val="Akapitzlist"/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F856D2" w:rsidR="000933E8" w:rsidTr="724EB244" w14:paraId="1E1C2EB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59701564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646E0" w:rsidR="000933E8" w:rsidP="724EB244" w:rsidRDefault="000933E8" w14:paraId="36C461D0" wp14:textId="77777777">
            <w:pPr>
              <w:spacing w:before="100" w:beforeAutospacing="on" w:after="100" w:afterAutospacing="on" w:line="240" w:lineRule="auto"/>
              <w:rPr>
                <w:rFonts w:ascii="Corbel" w:hAnsi="Corbel"/>
                <w:b w:val="0"/>
                <w:bCs w:val="0"/>
                <w:color w:val="000000"/>
                <w:sz w:val="24"/>
                <w:szCs w:val="24"/>
              </w:rPr>
            </w:pPr>
            <w:r w:rsidRPr="724EB244" w:rsidR="000933E8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Socjologia </w:t>
            </w:r>
            <w:r w:rsidRPr="724EB244" w:rsidR="00F77BB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społeczn</w:t>
            </w:r>
            <w:r w:rsidRPr="724EB244" w:rsidR="000933E8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 xml:space="preserve">ości </w:t>
            </w:r>
            <w:r w:rsidRPr="724EB244" w:rsidR="00F77BB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loka</w:t>
            </w:r>
            <w:r w:rsidRPr="724EB244" w:rsidR="000933E8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lnych</w:t>
            </w:r>
          </w:p>
        </w:tc>
      </w:tr>
      <w:tr xmlns:wp14="http://schemas.microsoft.com/office/word/2010/wordml" w:rsidRPr="00F856D2" w:rsidR="000933E8" w:rsidTr="724EB244" w14:paraId="5B1B23C9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CA29152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931EAA" w:rsidRDefault="00931EAA" w14:paraId="29B2A85C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P1S[4]F_01</w:t>
            </w:r>
          </w:p>
        </w:tc>
      </w:tr>
      <w:tr xmlns:wp14="http://schemas.microsoft.com/office/word/2010/wordml" w:rsidRPr="00F856D2" w:rsidR="000933E8" w:rsidTr="724EB244" w14:paraId="5C0172E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249A5C16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1161B5" w14:paraId="7E3E3000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F856D2" w:rsidR="000933E8" w:rsidTr="724EB244" w14:paraId="0AEA36E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0A39E105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1161B5" w14:paraId="74F259B7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F856D2" w:rsidR="000933E8" w:rsidTr="724EB244" w14:paraId="4DAAD0C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B835047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CD1C07" w:rsidRDefault="00F77BB6" w14:paraId="0966518E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Praca </w:t>
            </w:r>
            <w:r w:rsidR="00CD1C0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Pr="00F856D2" w:rsidR="000933E8">
              <w:rPr>
                <w:rFonts w:ascii="Corbel" w:hAnsi="Corbel"/>
                <w:color w:val="000000"/>
                <w:sz w:val="24"/>
                <w:szCs w:val="24"/>
              </w:rPr>
              <w:t>ocj</w:t>
            </w:r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alna</w:t>
            </w:r>
          </w:p>
        </w:tc>
      </w:tr>
      <w:tr xmlns:wp14="http://schemas.microsoft.com/office/word/2010/wordml" w:rsidRPr="00F856D2" w:rsidR="000933E8" w:rsidTr="724EB244" w14:paraId="2F37BA69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48A1CED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CD1C07" w14:paraId="6DEB1C5E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Pr="00F856D2" w:rsidR="000933E8">
              <w:rPr>
                <w:rFonts w:ascii="Corbel" w:hAnsi="Corbel"/>
                <w:color w:val="000000"/>
                <w:sz w:val="24"/>
                <w:szCs w:val="24"/>
              </w:rPr>
              <w:t>tudia I stopnia</w:t>
            </w:r>
          </w:p>
        </w:tc>
      </w:tr>
      <w:tr xmlns:wp14="http://schemas.microsoft.com/office/word/2010/wordml" w:rsidRPr="00F856D2" w:rsidR="000933E8" w:rsidTr="724EB244" w14:paraId="020B26A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04C0481C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CD4D75" w:rsidRDefault="00CD1C07" w14:paraId="4FFABF29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F856D2" w:rsidR="00F856D2">
              <w:rPr>
                <w:rFonts w:ascii="Corbel" w:hAnsi="Corbel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xmlns:wp14="http://schemas.microsoft.com/office/word/2010/wordml" w:rsidRPr="00F856D2" w:rsidR="000933E8" w:rsidTr="724EB244" w14:paraId="0C8C0A24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7C3992E0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5BDE8C22" wp14:textId="3A966945">
            <w:pPr>
              <w:spacing w:before="100" w:beforeAutospacing="on" w:after="100" w:afterAutospacing="on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690369D" w:rsidR="6405A44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</w:t>
            </w:r>
            <w:r w:rsidRPr="1690369D" w:rsidR="000933E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tacjonarn</w:t>
            </w:r>
            <w:r w:rsidRPr="1690369D" w:rsidR="1FD52D5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</w:t>
            </w:r>
          </w:p>
        </w:tc>
      </w:tr>
      <w:tr xmlns:wp14="http://schemas.microsoft.com/office/word/2010/wordml" w:rsidRPr="00F856D2" w:rsidR="000933E8" w:rsidTr="724EB244" w14:paraId="5D20F8BF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7AAF248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F77BB6" w:rsidRDefault="00CD1C07" w14:paraId="2EECCD92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F856D2" w:rsidR="00462412">
              <w:rPr>
                <w:rFonts w:ascii="Corbel" w:hAnsi="Corbel"/>
                <w:color w:val="000000"/>
                <w:sz w:val="24"/>
                <w:szCs w:val="24"/>
              </w:rPr>
              <w:t>ok</w:t>
            </w:r>
            <w:r w:rsidRPr="00F856D2" w:rsidR="00A845BA">
              <w:rPr>
                <w:rFonts w:ascii="Corbel" w:hAnsi="Corbel"/>
                <w:color w:val="000000"/>
                <w:sz w:val="24"/>
                <w:szCs w:val="24"/>
              </w:rPr>
              <w:t xml:space="preserve"> 2</w:t>
            </w:r>
            <w:r w:rsidRPr="00F856D2" w:rsidR="00462412">
              <w:rPr>
                <w:rFonts w:ascii="Corbel" w:hAnsi="Corbel"/>
                <w:color w:val="000000"/>
                <w:sz w:val="24"/>
                <w:szCs w:val="24"/>
              </w:rPr>
              <w:t>, semestr</w:t>
            </w:r>
            <w:r w:rsidRPr="00F856D2" w:rsidR="00A845BA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F856D2" w:rsidR="00F77BB6">
              <w:rPr>
                <w:rFonts w:ascii="Corbel" w:hAnsi="Corbel"/>
                <w:color w:val="000000"/>
                <w:sz w:val="24"/>
                <w:szCs w:val="24"/>
              </w:rPr>
              <w:t>V</w:t>
            </w:r>
          </w:p>
        </w:tc>
      </w:tr>
      <w:tr xmlns:wp14="http://schemas.microsoft.com/office/word/2010/wordml" w:rsidRPr="00F856D2" w:rsidR="000933E8" w:rsidTr="724EB244" w14:paraId="1F36C07E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5863A118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F856D2" w14:paraId="4B16EA4C" wp14:textId="2F216F60">
            <w:pPr>
              <w:spacing w:before="100" w:beforeAutospacing="on" w:after="100" w:afterAutospacing="on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724EB244" w:rsidR="5B8E44C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F856D2" w:rsidR="000933E8" w:rsidTr="724EB244" w14:paraId="2786482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13A990D4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CD1C07" w14:paraId="205A1F16" wp14:textId="043D9C19">
            <w:pPr>
              <w:spacing w:before="100" w:beforeAutospacing="on" w:after="100" w:afterAutospacing="on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690369D" w:rsidR="2653B9D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jęz. </w:t>
            </w:r>
            <w:r w:rsidRPr="1690369D" w:rsidR="00CD1C0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</w:t>
            </w:r>
            <w:r w:rsidRPr="1690369D" w:rsidR="0046241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F856D2" w:rsidR="000933E8" w:rsidTr="724EB244" w14:paraId="015E34CD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69C2AF6E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462412" w14:paraId="46889FD4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  <w:tr xmlns:wp14="http://schemas.microsoft.com/office/word/2010/wordml" w:rsidRPr="00F856D2" w:rsidR="000933E8" w:rsidTr="724EB244" w14:paraId="27C2E241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71FE442" wp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462412" w14:paraId="5C81355C" wp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Serhiy</w:t>
            </w:r>
            <w:proofErr w:type="spellEnd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color w:val="000000"/>
                <w:sz w:val="24"/>
                <w:szCs w:val="24"/>
              </w:rPr>
              <w:t>Troyan</w:t>
            </w:r>
            <w:proofErr w:type="spellEnd"/>
          </w:p>
        </w:tc>
      </w:tr>
    </w:tbl>
    <w:p xmlns:wp14="http://schemas.microsoft.com/office/word/2010/wordml" w:rsidRPr="00F856D2" w:rsidR="000933E8" w:rsidP="000933E8" w:rsidRDefault="000933E8" w14:paraId="57A64E18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hAnsi="Corbel" w:eastAsia="Times New Roman"/>
          <w:b/>
          <w:sz w:val="24"/>
          <w:szCs w:val="24"/>
          <w:lang w:eastAsia="pl-PL"/>
        </w:rPr>
      </w:pPr>
      <w:r w:rsidRPr="00F856D2">
        <w:rPr>
          <w:rFonts w:ascii="Corbel" w:hAnsi="Corbel" w:eastAsia="Times New Roman"/>
          <w:b/>
          <w:sz w:val="24"/>
          <w:szCs w:val="24"/>
          <w:lang w:eastAsia="pl-PL"/>
        </w:rPr>
        <w:t xml:space="preserve">* </w:t>
      </w:r>
      <w:r w:rsidRPr="00F856D2">
        <w:rPr>
          <w:rFonts w:ascii="Corbel" w:hAnsi="Corbel" w:eastAsia="Times New Roman"/>
          <w:b/>
          <w:i/>
          <w:sz w:val="24"/>
          <w:szCs w:val="24"/>
          <w:lang w:eastAsia="pl-PL"/>
        </w:rPr>
        <w:t>-</w:t>
      </w:r>
      <w:r w:rsidRPr="00F856D2">
        <w:rPr>
          <w:rFonts w:ascii="Corbel" w:hAnsi="Corbel" w:eastAsia="Times New Roman"/>
          <w:i/>
          <w:sz w:val="24"/>
          <w:szCs w:val="24"/>
          <w:lang w:eastAsia="pl-PL"/>
        </w:rPr>
        <w:t>opcjonalni</w:t>
      </w:r>
      <w:r w:rsidRPr="00F856D2">
        <w:rPr>
          <w:rFonts w:ascii="Corbel" w:hAnsi="Corbel" w:eastAsia="Times New Roman"/>
          <w:sz w:val="24"/>
          <w:szCs w:val="24"/>
          <w:lang w:eastAsia="pl-PL"/>
        </w:rPr>
        <w:t>e,</w:t>
      </w:r>
      <w:r w:rsidRPr="00F856D2">
        <w:rPr>
          <w:rFonts w:ascii="Corbel" w:hAnsi="Corbel" w:eastAsia="Times New Roman"/>
          <w:b/>
          <w:i/>
          <w:sz w:val="24"/>
          <w:szCs w:val="24"/>
          <w:lang w:eastAsia="pl-PL"/>
        </w:rPr>
        <w:t xml:space="preserve"> </w:t>
      </w:r>
      <w:r w:rsidRPr="00F856D2">
        <w:rPr>
          <w:rFonts w:ascii="Corbel" w:hAnsi="Corbel" w:eastAsia="Times New Roman"/>
          <w:i/>
          <w:sz w:val="24"/>
          <w:szCs w:val="24"/>
          <w:lang w:eastAsia="pl-PL"/>
        </w:rPr>
        <w:t>zgodnie z ustaleniami w Jednostce</w:t>
      </w:r>
    </w:p>
    <w:p xmlns:wp14="http://schemas.microsoft.com/office/word/2010/wordml" w:rsidRPr="00F856D2" w:rsidR="000933E8" w:rsidP="000933E8" w:rsidRDefault="000933E8" w14:paraId="7E0A0F74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hAnsi="Corbel" w:eastAsia="Times New Roman"/>
          <w:b/>
          <w:sz w:val="24"/>
          <w:szCs w:val="24"/>
          <w:lang w:eastAsia="pl-PL"/>
        </w:rPr>
      </w:pPr>
      <w:r w:rsidRPr="00F856D2">
        <w:rPr>
          <w:rFonts w:ascii="Corbel" w:hAnsi="Corbel" w:eastAsia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xmlns:wp14="http://schemas.microsoft.com/office/word/2010/wordml" w:rsidRPr="00F856D2" w:rsidR="000933E8" w:rsidP="000933E8" w:rsidRDefault="000933E8" w14:paraId="5DAB6C7B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eastAsia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F856D2" w:rsidR="000933E8" w:rsidTr="1690369D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856D2" w:rsidR="000933E8" w:rsidP="000933E8" w:rsidRDefault="000933E8" w14:paraId="493A0CA5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Semestr</w:t>
            </w:r>
          </w:p>
          <w:p w:rsidRPr="00F856D2" w:rsidR="000933E8" w:rsidP="000933E8" w:rsidRDefault="000933E8" w14:paraId="64C63F33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3860AB22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646F369B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09DDADA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0AB6E05A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0B273B9D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63A8E3D2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69FA399F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56D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85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5B5B1B43" wp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7474E17E" wp14:textId="77777777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xmlns:wp14="http://schemas.microsoft.com/office/word/2010/wordml" w:rsidRPr="00F856D2" w:rsidR="000933E8" w:rsidTr="1690369D" w14:paraId="474ABA0F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0933E8" w:rsidP="00CD4D75" w:rsidRDefault="00462412" w14:paraId="13FABD8D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  <w:r w:rsidRPr="00F856D2" w:rsidR="00CD4D75">
              <w:rPr>
                <w:rFonts w:ascii="Corbel" w:hAnsi="Corbel" w:eastAsia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02EB378F" wp14:textId="7A52CC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67BC7522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6A05A809" wp14:textId="1420C2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67BC7522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462412" w14:paraId="219897CE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5A39BBE3" wp14:textId="51953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2960C4CA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41C8F396" wp14:textId="17744E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2960C4CA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72A3D3EC" wp14:textId="7156A5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2960C4CA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0D0B940D" wp14:textId="60992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2960C4CA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1690369D" w:rsidRDefault="000933E8" w14:paraId="0E27B00A" wp14:textId="7D20A0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690369D" w:rsidR="2960C4CA">
              <w:rPr>
                <w:rFonts w:ascii="Corbel" w:hAnsi="Corbel" w:eastAsia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856D2" w:rsidR="000933E8" w:rsidP="000933E8" w:rsidRDefault="00462412" w14:paraId="18F999B5" wp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856D2">
              <w:rPr>
                <w:rFonts w:ascii="Corbel" w:hAnsi="Corbel" w:eastAsia="Times New Roman"/>
                <w:sz w:val="24"/>
                <w:szCs w:val="24"/>
                <w:lang w:eastAsia="pl-PL"/>
              </w:rPr>
              <w:t>2</w:t>
            </w:r>
          </w:p>
        </w:tc>
      </w:tr>
    </w:tbl>
    <w:p xmlns:wp14="http://schemas.microsoft.com/office/word/2010/wordml" w:rsidRPr="00F856D2" w:rsidR="000933E8" w:rsidP="000933E8" w:rsidRDefault="000933E8" w14:paraId="60061E4C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eastAsia="Times New Roman"/>
          <w:sz w:val="24"/>
          <w:szCs w:val="24"/>
        </w:rPr>
      </w:pPr>
    </w:p>
    <w:p xmlns:wp14="http://schemas.microsoft.com/office/word/2010/wordml" w:rsidRPr="00AB6925" w:rsidR="006646E0" w:rsidP="006646E0" w:rsidRDefault="000933E8" w14:paraId="465595C6" wp14:textId="77777777">
      <w:pPr>
        <w:pStyle w:val="Akapitzlist"/>
        <w:numPr>
          <w:ilvl w:val="1"/>
          <w:numId w:val="8"/>
        </w:numPr>
        <w:tabs>
          <w:tab w:val="left" w:pos="709"/>
        </w:tabs>
        <w:spacing w:after="0" w:line="240" w:lineRule="auto"/>
        <w:ind w:hanging="796"/>
        <w:rPr>
          <w:rFonts w:ascii="Corbel" w:hAnsi="Corbel"/>
          <w:b/>
          <w:sz w:val="24"/>
          <w:szCs w:val="24"/>
        </w:rPr>
      </w:pPr>
      <w:r w:rsidRPr="00AB6925">
        <w:rPr>
          <w:rFonts w:ascii="Corbel" w:hAnsi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AB6925" w:rsidR="000933E8" w:rsidP="000933E8" w:rsidRDefault="00462412" w14:paraId="078CDEFA" wp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856D2">
        <w:rPr>
          <w:rFonts w:ascii="Corbel" w:hAnsi="Corbel" w:eastAsia="MS Gothic" w:cs="Segoe UI Symbol"/>
          <w:smallCaps/>
          <w:sz w:val="24"/>
          <w:szCs w:val="24"/>
        </w:rPr>
        <w:t>X</w:t>
      </w:r>
      <w:r w:rsidRPr="00F856D2" w:rsidR="000933E8">
        <w:rPr>
          <w:rFonts w:ascii="Corbel" w:hAnsi="Corbel"/>
          <w:smallCaps/>
          <w:sz w:val="24"/>
          <w:szCs w:val="24"/>
        </w:rPr>
        <w:t xml:space="preserve"> </w:t>
      </w:r>
      <w:r w:rsidRPr="00AB6925" w:rsidR="000933E8">
        <w:rPr>
          <w:rFonts w:ascii="Corbel" w:hAnsi="Corbel"/>
          <w:sz w:val="24"/>
          <w:szCs w:val="24"/>
        </w:rPr>
        <w:t xml:space="preserve">zajęcia w formie tradycyjnej </w:t>
      </w:r>
    </w:p>
    <w:p xmlns:wp14="http://schemas.microsoft.com/office/word/2010/wordml" w:rsidRPr="00AB6925" w:rsidR="000933E8" w:rsidP="00AB6925" w:rsidRDefault="00AB6925" w14:paraId="688C3912" wp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>
        <w:rPr>
          <w:rFonts w:ascii="Century Gothic" w:hAnsi="Century Gothic" w:eastAsia="MS Gothic" w:cs="MS Gothic"/>
          <w:sz w:val="24"/>
          <w:szCs w:val="24"/>
        </w:rPr>
        <w:t>□</w:t>
      </w:r>
      <w:r>
        <w:rPr>
          <w:rFonts w:ascii="Corbel" w:hAnsi="Corbel" w:eastAsia="MS Gothic" w:cs="MS Gothic"/>
          <w:sz w:val="24"/>
          <w:szCs w:val="24"/>
        </w:rPr>
        <w:t xml:space="preserve"> </w:t>
      </w:r>
      <w:r w:rsidRPr="00AB6925" w:rsidR="00F856D2">
        <w:rPr>
          <w:rFonts w:ascii="Corbel" w:hAnsi="Corbel" w:eastAsia="MS Gothic" w:cs="MS Gothic"/>
          <w:sz w:val="24"/>
          <w:szCs w:val="24"/>
        </w:rPr>
        <w:t>Z</w:t>
      </w:r>
      <w:r w:rsidRPr="00AB6925" w:rsidR="000933E8">
        <w:rPr>
          <w:rFonts w:ascii="Corbel" w:hAnsi="Corbel"/>
          <w:sz w:val="24"/>
          <w:szCs w:val="24"/>
        </w:rPr>
        <w:t>ajęcia realizowane z wykorzystaniem metod i technik kształcenia na odległość</w:t>
      </w:r>
    </w:p>
    <w:p xmlns:wp14="http://schemas.microsoft.com/office/word/2010/wordml" w:rsidRPr="00F856D2" w:rsidR="000933E8" w:rsidP="000933E8" w:rsidRDefault="000933E8" w14:paraId="44EAFD9C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AB6925" w:rsidR="000933E8" w:rsidP="000933E8" w:rsidRDefault="000933E8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z w:val="24"/>
          <w:szCs w:val="24"/>
        </w:rPr>
      </w:pPr>
      <w:r w:rsidRPr="00AB6925">
        <w:rPr>
          <w:rFonts w:ascii="Corbel" w:hAnsi="Corbel"/>
          <w:b/>
          <w:sz w:val="24"/>
          <w:szCs w:val="24"/>
        </w:rPr>
        <w:t xml:space="preserve">1.3 </w:t>
      </w:r>
      <w:r w:rsidRPr="00AB6925">
        <w:rPr>
          <w:rFonts w:ascii="Corbel" w:hAnsi="Corbel"/>
          <w:b/>
          <w:sz w:val="24"/>
          <w:szCs w:val="24"/>
        </w:rPr>
        <w:tab/>
      </w:r>
      <w:r w:rsidRPr="00AB6925">
        <w:rPr>
          <w:rFonts w:ascii="Corbel" w:hAnsi="Corbel"/>
          <w:b/>
          <w:sz w:val="24"/>
          <w:szCs w:val="24"/>
        </w:rPr>
        <w:t xml:space="preserve">Forma zaliczenia przedmiotu  (z toku) </w:t>
      </w:r>
      <w:r w:rsidRPr="00AB6925">
        <w:rPr>
          <w:rFonts w:ascii="Corbel" w:hAnsi="Corbel"/>
          <w:sz w:val="24"/>
          <w:szCs w:val="24"/>
        </w:rPr>
        <w:t>(egzamin, zaliczenie z oceną, zaliczenie bez oceny)</w:t>
      </w:r>
    </w:p>
    <w:p xmlns:wp14="http://schemas.microsoft.com/office/word/2010/wordml" w:rsidR="006646E0" w:rsidP="000933E8" w:rsidRDefault="006646E0" w14:paraId="4B94D5A5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AB6925" w:rsidR="00A845BA" w:rsidP="00AB6925" w:rsidRDefault="00A845BA" w14:paraId="6BB0E224" wp14:textId="77777777">
      <w:pPr>
        <w:tabs>
          <w:tab w:val="left" w:pos="709"/>
        </w:tabs>
        <w:spacing w:after="0" w:line="240" w:lineRule="auto"/>
        <w:ind w:left="709" w:hanging="709"/>
        <w:rPr>
          <w:rFonts w:ascii="Corbel" w:hAnsi="Corbel"/>
          <w:b/>
          <w:smallCaps/>
          <w:sz w:val="24"/>
          <w:szCs w:val="24"/>
        </w:rPr>
      </w:pPr>
      <w:r w:rsidRPr="00AB6925">
        <w:rPr>
          <w:rFonts w:ascii="Corbel" w:hAnsi="Corbel"/>
          <w:b/>
          <w:smallCaps/>
          <w:sz w:val="24"/>
          <w:szCs w:val="24"/>
        </w:rPr>
        <w:t>Z</w:t>
      </w:r>
      <w:r w:rsidRPr="00AB6925" w:rsidR="00AB6925">
        <w:rPr>
          <w:rFonts w:ascii="Corbel" w:hAnsi="Corbel"/>
          <w:b/>
          <w:smallCaps/>
          <w:sz w:val="24"/>
          <w:szCs w:val="24"/>
        </w:rPr>
        <w:t>aliczenie z oceną</w:t>
      </w:r>
    </w:p>
    <w:p xmlns:wp14="http://schemas.microsoft.com/office/word/2010/wordml" w:rsidRPr="00F856D2" w:rsidR="000933E8" w:rsidP="000933E8" w:rsidRDefault="000933E8" w14:paraId="3DEEC669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="000933E8" w:rsidP="000933E8" w:rsidRDefault="000933E8" w14:paraId="261BAAD1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p xmlns:wp14="http://schemas.microsoft.com/office/word/2010/wordml" w:rsidRPr="00F856D2" w:rsidR="006646E0" w:rsidP="000933E8" w:rsidRDefault="006646E0" w14:paraId="3656B9AB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F856D2" w:rsidR="000933E8" w:rsidTr="1690369D" w14:paraId="0E20E474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D1C07" w:rsidR="000933E8" w:rsidP="00ED07FC" w:rsidRDefault="00462412" w14:paraId="0BD3BE5D" wp14:textId="2431E2ED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690369D" w:rsidR="0046241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Student zaliczył pozytywnie kurs „Wstęp do socjologii”</w:t>
            </w:r>
            <w:r w:rsidRPr="1690369D" w:rsidR="10488818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i</w:t>
            </w:r>
            <w:r w:rsidRPr="1690369D" w:rsidR="0046241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„Polityka społeczna”</w:t>
            </w:r>
            <w:r w:rsidRPr="1690369D" w:rsidR="25E34B5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F856D2" w:rsidR="000933E8" w:rsidP="000933E8" w:rsidRDefault="000933E8" w14:paraId="45FB0818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7DB6D4EE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xmlns:wp14="http://schemas.microsoft.com/office/word/2010/wordml" w:rsidRPr="00F856D2" w:rsidR="000933E8" w:rsidP="000933E8" w:rsidRDefault="000933E8" w14:paraId="049F31CB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04643D83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eastAsia="Times New Roman"/>
          <w:b/>
          <w:sz w:val="24"/>
          <w:szCs w:val="24"/>
          <w:lang w:eastAsia="pl-PL"/>
        </w:rPr>
      </w:pPr>
      <w:r w:rsidRPr="00F856D2">
        <w:rPr>
          <w:rFonts w:ascii="Corbel" w:hAnsi="Corbel" w:eastAsia="Times New Roman"/>
          <w:b/>
          <w:sz w:val="24"/>
          <w:szCs w:val="24"/>
          <w:lang w:eastAsia="pl-PL"/>
        </w:rPr>
        <w:t>3.1 Cele przedmiotu</w:t>
      </w:r>
    </w:p>
    <w:p xmlns:wp14="http://schemas.microsoft.com/office/word/2010/wordml" w:rsidRPr="00F856D2" w:rsidR="000933E8" w:rsidP="000933E8" w:rsidRDefault="000933E8" w14:paraId="53128261" wp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eastAsia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F856D2" w:rsidR="00462412" w:rsidTr="0019227D" w14:paraId="4BFC535F" wp14:textId="77777777">
        <w:tc>
          <w:tcPr>
            <w:tcW w:w="851" w:type="dxa"/>
            <w:vAlign w:val="center"/>
          </w:tcPr>
          <w:p w:rsidRPr="00F856D2" w:rsidR="00462412" w:rsidP="0019227D" w:rsidRDefault="00462412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856D2" w:rsidR="00462412" w:rsidP="0019227D" w:rsidRDefault="00462412" w14:paraId="6D8C40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W trakcie zajęć zostaną przedstawione podstawowe informacje dotyczące przemian, jakie zachodzą w społeczeństwie pod wpływem rozwoju i transformacji</w:t>
            </w:r>
          </w:p>
        </w:tc>
      </w:tr>
      <w:tr xmlns:wp14="http://schemas.microsoft.com/office/word/2010/wordml" w:rsidRPr="00F856D2" w:rsidR="00462412" w:rsidTr="0019227D" w14:paraId="3189660B" wp14:textId="77777777">
        <w:tc>
          <w:tcPr>
            <w:tcW w:w="851" w:type="dxa"/>
            <w:vAlign w:val="center"/>
          </w:tcPr>
          <w:p w:rsidRPr="00F856D2" w:rsidR="00462412" w:rsidP="0019227D" w:rsidRDefault="00462412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F856D2" w:rsidR="00462412" w:rsidP="0019227D" w:rsidRDefault="00462412" w14:paraId="50F4647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Analizie zostaną poddane zarówno teorie  jak i zjawiska i procesy rozwoju stosunków społecznych </w:t>
            </w:r>
            <w:r w:rsidR="006646E0">
              <w:rPr>
                <w:rFonts w:ascii="Corbel" w:hAnsi="Corbel"/>
                <w:b w:val="0"/>
                <w:sz w:val="24"/>
                <w:szCs w:val="24"/>
                <w:lang w:val="pl-PL"/>
              </w:rPr>
              <w:t>np.</w:t>
            </w: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rozwoju </w:t>
            </w:r>
            <w:r w:rsidRPr="00F856D2" w:rsidR="00F77BB6">
              <w:rPr>
                <w:rFonts w:ascii="Corbel" w:hAnsi="Corbel"/>
                <w:b w:val="0"/>
                <w:sz w:val="24"/>
                <w:szCs w:val="24"/>
                <w:lang w:val="pl-PL"/>
              </w:rPr>
              <w:t>społeczności lokalnych</w:t>
            </w:r>
          </w:p>
        </w:tc>
      </w:tr>
      <w:tr xmlns:wp14="http://schemas.microsoft.com/office/word/2010/wordml" w:rsidRPr="00F856D2" w:rsidR="00462412" w:rsidTr="0019227D" w14:paraId="5A6B7852" wp14:textId="77777777">
        <w:tc>
          <w:tcPr>
            <w:tcW w:w="851" w:type="dxa"/>
            <w:vAlign w:val="center"/>
          </w:tcPr>
          <w:p w:rsidRPr="00F856D2" w:rsidR="00462412" w:rsidP="0019227D" w:rsidRDefault="00462412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F856D2" w:rsidR="00462412" w:rsidP="0019227D" w:rsidRDefault="00462412" w14:paraId="74B51A5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Główny nacisk położony zostanie na analizę pr</w:t>
            </w:r>
            <w:r w:rsidR="00CD1C07">
              <w:rPr>
                <w:rFonts w:ascii="Corbel" w:hAnsi="Corbel"/>
                <w:b w:val="0"/>
                <w:sz w:val="24"/>
                <w:szCs w:val="24"/>
                <w:lang w:val="pl-PL"/>
              </w:rPr>
              <w:t>zemian społecznych, zwłaszcza w </w:t>
            </w: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zakresie więzi i stosunków terytorialnych i lokalnych</w:t>
            </w:r>
          </w:p>
        </w:tc>
      </w:tr>
      <w:tr xmlns:wp14="http://schemas.microsoft.com/office/word/2010/wordml" w:rsidRPr="00F856D2" w:rsidR="00ED07FC" w:rsidTr="0019227D" w14:paraId="61808CFA" wp14:textId="77777777">
        <w:tc>
          <w:tcPr>
            <w:tcW w:w="851" w:type="dxa"/>
            <w:vAlign w:val="center"/>
          </w:tcPr>
          <w:p w:rsidRPr="00F856D2" w:rsidR="00ED07FC" w:rsidP="0019227D" w:rsidRDefault="00ED07FC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F856D2" w:rsidR="00ED07FC" w:rsidP="0019227D" w:rsidRDefault="00ED07FC" w14:paraId="3366734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856D2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dotyczącej tradycyjnych i współczesnych ujęć i orientacji opisujących i wyjaśniających prawidłowości i dynamikę zmian współczesnych społeczności lokalnych</w:t>
            </w:r>
          </w:p>
        </w:tc>
      </w:tr>
    </w:tbl>
    <w:p xmlns:wp14="http://schemas.microsoft.com/office/word/2010/wordml" w:rsidRPr="00F856D2" w:rsidR="000933E8" w:rsidP="000933E8" w:rsidRDefault="000933E8" w14:paraId="62486C05" wp14:textId="77777777">
      <w:pPr>
        <w:spacing w:after="0" w:line="240" w:lineRule="auto"/>
        <w:rPr>
          <w:rFonts w:ascii="Corbel" w:hAnsi="Corbel"/>
          <w:smallCaps/>
          <w:color w:val="000000"/>
          <w:sz w:val="24"/>
          <w:szCs w:val="24"/>
        </w:rPr>
      </w:pPr>
    </w:p>
    <w:p xmlns:wp14="http://schemas.microsoft.com/office/word/2010/wordml" w:rsidRPr="00F856D2" w:rsidR="000933E8" w:rsidP="000933E8" w:rsidRDefault="000933E8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>3.2 Efekty uczenia się dla przedmiotu</w:t>
      </w:r>
      <w:r w:rsidRPr="00F856D2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F856D2" w:rsidR="000933E8" w:rsidP="000933E8" w:rsidRDefault="000933E8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F856D2" w:rsidR="000933E8" w:rsidTr="0FB07CF4" w14:paraId="61F38664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41C145ED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1DEC5602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856D2" w:rsidR="000933E8" w:rsidP="000933E8" w:rsidRDefault="000933E8" w14:paraId="1F352D2E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F856D2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xmlns:wp14="http://schemas.microsoft.com/office/word/2010/wordml" w:rsidRPr="00F856D2" w:rsidR="00462412" w:rsidTr="0FB07CF4" w14:paraId="386D5C9C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856D2" w:rsidR="00462412" w:rsidP="00462412" w:rsidRDefault="00462412" w14:paraId="4FCA5964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FB07CF4" w:rsidRDefault="00CD1C07" w14:paraId="673573B1" wp14:textId="760430F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FB07CF4" w:rsidR="4676767E">
              <w:rPr>
                <w:rFonts w:ascii="Corbel" w:hAnsi="Corbel"/>
                <w:sz w:val="24"/>
                <w:szCs w:val="24"/>
              </w:rPr>
              <w:t>Student z</w:t>
            </w:r>
            <w:r w:rsidRPr="0FB07CF4" w:rsidR="00223C2A">
              <w:rPr>
                <w:rFonts w:ascii="Corbel" w:hAnsi="Corbel"/>
                <w:sz w:val="24"/>
                <w:szCs w:val="24"/>
              </w:rPr>
              <w:t xml:space="preserve">na i rozumie mechanizmy funkcjonowania człowieka w </w:t>
            </w:r>
            <w:r w:rsidRPr="0FB07CF4" w:rsidR="00F856D2">
              <w:rPr>
                <w:rFonts w:ascii="Corbel" w:hAnsi="Corbel"/>
                <w:sz w:val="24"/>
                <w:szCs w:val="24"/>
              </w:rPr>
              <w:t>społecznościach lokalnych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0223C2A" w:rsidRDefault="00462412" w14:paraId="38CA2EE1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Pr="00F856D2" w:rsidR="00223C2A">
              <w:rPr>
                <w:rFonts w:ascii="Corbel" w:hAnsi="Corbel"/>
                <w:sz w:val="24"/>
                <w:szCs w:val="24"/>
              </w:rPr>
              <w:t>_</w:t>
            </w:r>
            <w:r w:rsidRPr="00F856D2">
              <w:rPr>
                <w:rFonts w:ascii="Corbel" w:hAnsi="Corbel"/>
                <w:sz w:val="24"/>
                <w:szCs w:val="24"/>
              </w:rPr>
              <w:t>W</w:t>
            </w:r>
            <w:r w:rsidRPr="00F856D2" w:rsidR="00223C2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xmlns:wp14="http://schemas.microsoft.com/office/word/2010/wordml" w:rsidRPr="00F856D2" w:rsidR="00462412" w:rsidTr="0FB07CF4" w14:paraId="708AF693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856D2" w:rsidR="00462412" w:rsidP="00462412" w:rsidRDefault="00462412" w14:paraId="56A76B19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FB07CF4" w:rsidRDefault="00CD1C07" w14:paraId="37B17E6A" wp14:textId="52E00D1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FB07CF4" w:rsidR="7BE2E57A">
              <w:rPr>
                <w:rFonts w:ascii="Corbel" w:hAnsi="Corbel"/>
                <w:sz w:val="24"/>
                <w:szCs w:val="24"/>
              </w:rPr>
              <w:t>Student p</w:t>
            </w:r>
            <w:r w:rsidRPr="0FB07CF4" w:rsidR="00223C2A">
              <w:rPr>
                <w:rFonts w:ascii="Corbel" w:hAnsi="Corbel"/>
                <w:sz w:val="24"/>
                <w:szCs w:val="24"/>
              </w:rPr>
              <w:t>otrafi analizować i uzasadniać ludzkie zachowania</w:t>
            </w:r>
            <w:r w:rsidRPr="0FB07CF4" w:rsidR="00F856D2">
              <w:rPr>
                <w:rFonts w:ascii="Corbel" w:hAnsi="Corbel"/>
                <w:sz w:val="24"/>
                <w:szCs w:val="24"/>
              </w:rPr>
              <w:t xml:space="preserve"> w społecznościach lokalnych</w:t>
            </w:r>
            <w:r w:rsidRPr="0FB07CF4" w:rsidR="00223C2A">
              <w:rPr>
                <w:rFonts w:ascii="Corbel" w:hAnsi="Corbel"/>
                <w:sz w:val="24"/>
                <w:szCs w:val="24"/>
              </w:rPr>
              <w:t>, ich motywy i konsekwencje (społeczne, kulturowe, prawne i ekonomiczne)</w:t>
            </w:r>
            <w:r w:rsidRPr="0FB07CF4" w:rsidR="00F856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0223C2A" w:rsidRDefault="00462412" w14:paraId="17B67F8B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Pr="00F856D2" w:rsidR="00223C2A">
              <w:rPr>
                <w:rFonts w:ascii="Corbel" w:hAnsi="Corbel"/>
                <w:sz w:val="24"/>
                <w:szCs w:val="24"/>
              </w:rPr>
              <w:t>_U12</w:t>
            </w:r>
          </w:p>
        </w:tc>
      </w:tr>
      <w:tr xmlns:wp14="http://schemas.microsoft.com/office/word/2010/wordml" w:rsidRPr="00F856D2" w:rsidR="00462412" w:rsidTr="0FB07CF4" w14:paraId="293C2EA8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856D2" w:rsidR="00462412" w:rsidP="00462412" w:rsidRDefault="00462412" w14:paraId="41960800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FB07CF4" w:rsidRDefault="00F856D2" w14:paraId="624687B6" wp14:textId="4C65B35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FB07CF4" w:rsidR="5063EAE7">
              <w:rPr>
                <w:rFonts w:ascii="Corbel" w:hAnsi="Corbel"/>
                <w:sz w:val="24"/>
                <w:szCs w:val="24"/>
              </w:rPr>
              <w:t>Student p</w:t>
            </w:r>
            <w:r w:rsidRPr="0FB07CF4" w:rsidR="00F856D2">
              <w:rPr>
                <w:rFonts w:ascii="Corbel" w:hAnsi="Corbel"/>
                <w:sz w:val="24"/>
                <w:szCs w:val="24"/>
              </w:rPr>
              <w:t xml:space="preserve">rzedstawia możliwości </w:t>
            </w:r>
            <w:r w:rsidRPr="0FB07CF4" w:rsidR="00223C2A">
              <w:rPr>
                <w:rFonts w:ascii="Corbel" w:hAnsi="Corbel"/>
                <w:sz w:val="24"/>
                <w:szCs w:val="24"/>
              </w:rPr>
              <w:t>inicjowania działań na rzecz</w:t>
            </w:r>
            <w:r w:rsidRPr="0FB07CF4" w:rsidR="00F856D2">
              <w:rPr>
                <w:rFonts w:ascii="Corbel" w:hAnsi="Corbel"/>
                <w:sz w:val="24"/>
                <w:szCs w:val="24"/>
              </w:rPr>
              <w:t xml:space="preserve"> społeczności lokalnych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856D2" w:rsidR="00462412" w:rsidP="00223C2A" w:rsidRDefault="00462412" w14:paraId="0A428CB4" wp14:textId="77777777">
            <w:pPr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K</w:t>
            </w:r>
            <w:r w:rsidRPr="00F856D2" w:rsidR="00223C2A">
              <w:rPr>
                <w:rFonts w:ascii="Corbel" w:hAnsi="Corbel"/>
                <w:sz w:val="24"/>
                <w:szCs w:val="24"/>
              </w:rPr>
              <w:t>_K02</w:t>
            </w:r>
          </w:p>
        </w:tc>
      </w:tr>
    </w:tbl>
    <w:p xmlns:wp14="http://schemas.microsoft.com/office/word/2010/wordml" w:rsidRPr="00F856D2" w:rsidR="000933E8" w:rsidP="000933E8" w:rsidRDefault="000933E8" w14:paraId="4B99056E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44E1D115" wp14:textId="77777777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3.3 Treści programowe </w:t>
      </w:r>
      <w:r w:rsidRPr="00F856D2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F856D2" w:rsidR="000933E8" w:rsidP="000933E8" w:rsidRDefault="000933E8" w14:paraId="7D0EF860" wp14:textId="77777777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F856D2" w:rsidR="000933E8" w:rsidP="000933E8" w:rsidRDefault="000933E8" w14:paraId="1299C43A" wp14:textId="77777777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F856D2" w:rsidR="000933E8" w:rsidTr="000933E8" w14:paraId="587EA2A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35113026" wp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F856D2" w:rsidR="000933E8" w:rsidTr="000933E8" w14:paraId="6A09E91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0933E8" w:rsidRDefault="00735369" w14:paraId="33E67AC6" wp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F856D2" w:rsidR="000933E8" w:rsidP="000933E8" w:rsidRDefault="000933E8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F856D2" w:rsidR="000933E8" w:rsidP="000933E8" w:rsidRDefault="000933E8" w14:paraId="25513626" wp14:textId="77777777">
      <w:pPr>
        <w:numPr>
          <w:ilvl w:val="0"/>
          <w:numId w:val="3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856D2">
        <w:rPr>
          <w:rFonts w:ascii="Corbel" w:hAnsi="Corbel"/>
          <w:sz w:val="24"/>
          <w:szCs w:val="24"/>
        </w:rPr>
        <w:t xml:space="preserve">Problematyka ćwiczeń audytoryjnych, </w:t>
      </w:r>
      <w:r w:rsidRPr="00F856D2">
        <w:rPr>
          <w:rFonts w:ascii="Corbel" w:hAnsi="Corbel"/>
          <w:sz w:val="24"/>
          <w:szCs w:val="24"/>
          <w:u w:val="single"/>
        </w:rPr>
        <w:t>konwersatoryjnych</w:t>
      </w:r>
      <w:r w:rsidRPr="00F856D2">
        <w:rPr>
          <w:rFonts w:ascii="Corbel" w:hAnsi="Corbel"/>
          <w:sz w:val="24"/>
          <w:szCs w:val="24"/>
        </w:rPr>
        <w:t xml:space="preserve">, laboratoryjnych, zajęć praktycznych </w:t>
      </w:r>
    </w:p>
    <w:p xmlns:wp14="http://schemas.microsoft.com/office/word/2010/wordml" w:rsidRPr="00F856D2" w:rsidR="000933E8" w:rsidP="000933E8" w:rsidRDefault="000933E8" w14:paraId="3461D779" wp14:textId="77777777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F856D2" w:rsidR="005A2582" w:rsidTr="0019227D" w14:paraId="55225495" wp14:textId="77777777">
        <w:tc>
          <w:tcPr>
            <w:tcW w:w="9639" w:type="dxa"/>
          </w:tcPr>
          <w:p w:rsidRPr="00F856D2" w:rsidR="005A2582" w:rsidP="0019227D" w:rsidRDefault="005A2582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F856D2" w:rsidR="005A2582" w:rsidTr="0019227D" w14:paraId="4C2EFCAC" wp14:textId="77777777">
        <w:tc>
          <w:tcPr>
            <w:tcW w:w="9639" w:type="dxa"/>
          </w:tcPr>
          <w:p w:rsidRPr="00F856D2" w:rsidR="005A2582" w:rsidP="00CD1C07" w:rsidRDefault="005A2582" w14:paraId="463EA813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Pojęcie i rodzaje </w:t>
            </w:r>
            <w:r w:rsidRPr="00F856D2" w:rsidR="00F77BB6">
              <w:rPr>
                <w:rFonts w:ascii="Corbel" w:hAnsi="Corbel"/>
                <w:sz w:val="24"/>
                <w:szCs w:val="24"/>
              </w:rPr>
              <w:t xml:space="preserve">społeczności lokalnych i </w:t>
            </w:r>
            <w:r w:rsidRPr="00F856D2">
              <w:rPr>
                <w:rFonts w:ascii="Corbel" w:hAnsi="Corbel"/>
                <w:sz w:val="24"/>
                <w:szCs w:val="24"/>
              </w:rPr>
              <w:t>zbiorowości. Ogólna charakterystyka</w:t>
            </w:r>
          </w:p>
        </w:tc>
      </w:tr>
      <w:tr xmlns:wp14="http://schemas.microsoft.com/office/word/2010/wordml" w:rsidRPr="00F856D2" w:rsidR="005A2582" w:rsidTr="0019227D" w14:paraId="105CED96" wp14:textId="77777777">
        <w:tc>
          <w:tcPr>
            <w:tcW w:w="9639" w:type="dxa"/>
          </w:tcPr>
          <w:p w:rsidRPr="00F856D2" w:rsidR="005A2582" w:rsidP="00CD1C07" w:rsidRDefault="005A2582" w14:paraId="57329337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 i rodzaje zbiorowości społecznej i etapów jej tworzenia</w:t>
            </w:r>
          </w:p>
        </w:tc>
      </w:tr>
      <w:tr xmlns:wp14="http://schemas.microsoft.com/office/word/2010/wordml" w:rsidRPr="00F856D2" w:rsidR="005A2582" w:rsidTr="0019227D" w14:paraId="1DC454C5" wp14:textId="77777777">
        <w:tc>
          <w:tcPr>
            <w:tcW w:w="9639" w:type="dxa"/>
          </w:tcPr>
          <w:p w:rsidRPr="00F856D2" w:rsidR="005A2582" w:rsidP="00CD1C07" w:rsidRDefault="005A2582" w14:paraId="52C9C58A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Pojęcie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 społeczności lokalnej i jej wymiar</w:t>
            </w:r>
            <w:r w:rsidRPr="00F856D2">
              <w:rPr>
                <w:rFonts w:ascii="Corbel" w:hAnsi="Corbel"/>
                <w:sz w:val="24"/>
                <w:szCs w:val="24"/>
              </w:rPr>
              <w:t>ów (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przestrzennego</w:t>
            </w:r>
            <w:r w:rsidRPr="00F856D2">
              <w:rPr>
                <w:rFonts w:ascii="Corbel" w:hAnsi="Corbel"/>
                <w:sz w:val="24"/>
                <w:szCs w:val="24"/>
                <w:lang w:eastAsia="ru-RU"/>
              </w:rPr>
              <w:t xml:space="preserve">,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społecznego</w:t>
            </w:r>
            <w:r w:rsidR="00CD1C07">
              <w:rPr>
                <w:rFonts w:ascii="Corbel" w:hAnsi="Corbel"/>
                <w:sz w:val="24"/>
                <w:szCs w:val="24"/>
                <w:lang w:eastAsia="ru-RU"/>
              </w:rPr>
              <w:t xml:space="preserve"> i 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psychologicznego)</w:t>
            </w:r>
          </w:p>
        </w:tc>
      </w:tr>
      <w:tr xmlns:wp14="http://schemas.microsoft.com/office/word/2010/wordml" w:rsidRPr="00F856D2" w:rsidR="005A2582" w:rsidTr="0019227D" w14:paraId="546C73A5" wp14:textId="77777777">
        <w:tc>
          <w:tcPr>
            <w:tcW w:w="9639" w:type="dxa"/>
          </w:tcPr>
          <w:p w:rsidRPr="00F856D2" w:rsidR="005A2582" w:rsidP="00CD1C07" w:rsidRDefault="005A2582" w14:paraId="0DE09D72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lastRenderedPageBreak/>
              <w:t>Społeczność lokalna a konflikt</w:t>
            </w:r>
          </w:p>
        </w:tc>
      </w:tr>
      <w:tr xmlns:wp14="http://schemas.microsoft.com/office/word/2010/wordml" w:rsidRPr="00F856D2" w:rsidR="005A2582" w:rsidTr="0019227D" w14:paraId="29662E4D" wp14:textId="77777777">
        <w:tc>
          <w:tcPr>
            <w:tcW w:w="9639" w:type="dxa"/>
          </w:tcPr>
          <w:p w:rsidRPr="00F856D2" w:rsidR="005A2582" w:rsidP="00CD1C07" w:rsidRDefault="005A2582" w14:paraId="1B31AB14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  <w:lang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Społeczność lokalna a ekologia społeczna</w:t>
            </w:r>
          </w:p>
        </w:tc>
      </w:tr>
      <w:tr xmlns:wp14="http://schemas.microsoft.com/office/word/2010/wordml" w:rsidRPr="00CD1C07" w:rsidR="005A2582" w:rsidTr="0019227D" w14:paraId="47AB4743" wp14:textId="77777777">
        <w:tc>
          <w:tcPr>
            <w:tcW w:w="9639" w:type="dxa"/>
          </w:tcPr>
          <w:p w:rsidRPr="00CD1C07" w:rsidR="005A2582" w:rsidP="00CD1C07" w:rsidRDefault="005A2582" w14:paraId="0DDAB36D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  <w:lang w:val="de-AT" w:eastAsia="ru-RU"/>
              </w:rPr>
            </w:pP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 xml:space="preserve">Społeczność lokalna a zbiorowość terytorialna. </w:t>
            </w:r>
            <w:proofErr w:type="spellStart"/>
            <w:r w:rsidRPr="00CD1C07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Koncepcja</w:t>
            </w:r>
            <w:proofErr w:type="spellEnd"/>
            <w:r w:rsidRPr="00CD1C07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 xml:space="preserve"> Gemeinschaft i </w:t>
            </w:r>
            <w:proofErr w:type="spellStart"/>
            <w:r w:rsidRPr="00CD1C07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Geselschaft</w:t>
            </w:r>
            <w:proofErr w:type="spellEnd"/>
            <w:r w:rsidRPr="00CD1C07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 xml:space="preserve"> </w:t>
            </w:r>
            <w:proofErr w:type="spellStart"/>
            <w:r w:rsidRPr="00CD1C07">
              <w:rPr>
                <w:rFonts w:ascii="Corbel" w:hAnsi="Corbel"/>
                <w:bCs/>
                <w:sz w:val="24"/>
                <w:szCs w:val="24"/>
                <w:lang w:val="de-AT" w:eastAsia="ru-RU"/>
              </w:rPr>
              <w:t>F.Tonniesa</w:t>
            </w:r>
            <w:proofErr w:type="spellEnd"/>
          </w:p>
        </w:tc>
      </w:tr>
      <w:tr xmlns:wp14="http://schemas.microsoft.com/office/word/2010/wordml" w:rsidRPr="00F856D2" w:rsidR="005A2582" w:rsidTr="0019227D" w14:paraId="53838E71" wp14:textId="77777777">
        <w:tc>
          <w:tcPr>
            <w:tcW w:w="9639" w:type="dxa"/>
          </w:tcPr>
          <w:p w:rsidRPr="00F856D2" w:rsidR="005A2582" w:rsidP="00CD1C07" w:rsidRDefault="005A2582" w14:paraId="68B82E2C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Przestrzeń, terytorium, ludność, społeczne interakcje, wspólne więzi ludzi i instytucji, poczucie przynależności do miejsca zamieszkania, tzw. patriotyzm lokalny jako elementy konstytuowania społeczności </w:t>
            </w:r>
            <w:r w:rsidRPr="00F856D2">
              <w:rPr>
                <w:rFonts w:ascii="Corbel" w:hAnsi="Corbel"/>
                <w:bCs/>
                <w:sz w:val="24"/>
                <w:szCs w:val="24"/>
                <w:lang w:eastAsia="ru-RU"/>
              </w:rPr>
              <w:t>terytorialnej</w:t>
            </w:r>
          </w:p>
        </w:tc>
      </w:tr>
      <w:tr xmlns:wp14="http://schemas.microsoft.com/office/word/2010/wordml" w:rsidRPr="00F856D2" w:rsidR="005A2582" w:rsidTr="0019227D" w14:paraId="420620D6" wp14:textId="77777777">
        <w:tc>
          <w:tcPr>
            <w:tcW w:w="9639" w:type="dxa"/>
          </w:tcPr>
          <w:p w:rsidRPr="00F856D2" w:rsidR="005A2582" w:rsidP="00CD1C07" w:rsidRDefault="005A2582" w14:paraId="24A19EBF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miasta i szczegóły jej rozwoju i tożsamości</w:t>
            </w:r>
          </w:p>
        </w:tc>
      </w:tr>
      <w:tr xmlns:wp14="http://schemas.microsoft.com/office/word/2010/wordml" w:rsidRPr="00F856D2" w:rsidR="005A2582" w:rsidTr="0019227D" w14:paraId="0E31616C" wp14:textId="77777777">
        <w:tc>
          <w:tcPr>
            <w:tcW w:w="9639" w:type="dxa"/>
          </w:tcPr>
          <w:p w:rsidRPr="00F856D2" w:rsidR="005A2582" w:rsidP="00CD1C07" w:rsidRDefault="005A2582" w14:paraId="100D6DD4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Społeczeństwo wsi. Mityzacja wsi i współczesne warunki rozwoju</w:t>
            </w:r>
          </w:p>
        </w:tc>
      </w:tr>
      <w:tr xmlns:wp14="http://schemas.microsoft.com/office/word/2010/wordml" w:rsidRPr="00F856D2" w:rsidR="005A2582" w:rsidTr="0019227D" w14:paraId="60FC431B" wp14:textId="77777777">
        <w:tc>
          <w:tcPr>
            <w:tcW w:w="9639" w:type="dxa"/>
          </w:tcPr>
          <w:p w:rsidRPr="00F856D2" w:rsidR="005A2582" w:rsidP="00CD1C07" w:rsidRDefault="00990067" w14:paraId="2BA7C322" wp14:textId="77777777">
            <w:pPr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 xml:space="preserve">Władza lokalna; elity i liderzy w społeczności lokalnej </w:t>
            </w:r>
            <w:r w:rsidRPr="00F856D2" w:rsidR="005A2582">
              <w:rPr>
                <w:rFonts w:ascii="Corbel" w:hAnsi="Corbel"/>
                <w:sz w:val="24"/>
                <w:szCs w:val="24"/>
              </w:rPr>
              <w:t xml:space="preserve">Typy </w:t>
            </w:r>
            <w:proofErr w:type="spellStart"/>
            <w:r w:rsidRPr="00F856D2" w:rsidR="005A2582">
              <w:rPr>
                <w:rFonts w:ascii="Corbel" w:hAnsi="Corbel"/>
                <w:sz w:val="24"/>
                <w:szCs w:val="24"/>
              </w:rPr>
              <w:t>strategij</w:t>
            </w:r>
            <w:proofErr w:type="spellEnd"/>
            <w:r w:rsidRPr="00F856D2" w:rsidR="005A2582">
              <w:rPr>
                <w:rFonts w:ascii="Corbel" w:hAnsi="Corbel"/>
                <w:sz w:val="24"/>
                <w:szCs w:val="24"/>
              </w:rPr>
              <w:t xml:space="preserve"> rozwoju lokalnego</w:t>
            </w:r>
          </w:p>
        </w:tc>
      </w:tr>
      <w:tr xmlns:wp14="http://schemas.microsoft.com/office/word/2010/wordml" w:rsidRPr="00F856D2" w:rsidR="005A2582" w:rsidTr="0019227D" w14:paraId="3B84A2A4" wp14:textId="77777777">
        <w:tc>
          <w:tcPr>
            <w:tcW w:w="9639" w:type="dxa"/>
          </w:tcPr>
          <w:p w:rsidRPr="00F856D2" w:rsidR="005A2582" w:rsidP="00CD1C07" w:rsidRDefault="005A2582" w14:paraId="01A53452" wp14:textId="77777777">
            <w:pPr>
              <w:ind w:left="317"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Zbiorowość terytorialna jako szereg skupisk lokalnych (np. podziału na 16 województw)</w:t>
            </w:r>
          </w:p>
        </w:tc>
      </w:tr>
    </w:tbl>
    <w:p xmlns:wp14="http://schemas.microsoft.com/office/word/2010/wordml" w:rsidRPr="00F856D2" w:rsidR="000933E8" w:rsidP="000933E8" w:rsidRDefault="000933E8" w14:paraId="3CF2D8B6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AB6925" w:rsidR="000933E8" w:rsidP="000933E8" w:rsidRDefault="000933E8" w14:paraId="61F0D56C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6925">
        <w:rPr>
          <w:rFonts w:ascii="Corbel" w:hAnsi="Corbel"/>
          <w:b/>
          <w:sz w:val="24"/>
          <w:szCs w:val="24"/>
        </w:rPr>
        <w:t>3.4 Metody dydaktyczne</w:t>
      </w:r>
      <w:r w:rsidRPr="00AB6925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F856D2" w:rsidR="000933E8" w:rsidP="000933E8" w:rsidRDefault="000933E8" w14:paraId="0FB78278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5A2582" w:rsidP="005A2582" w:rsidRDefault="005A2582" w14:paraId="18C850D5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6925">
        <w:rPr>
          <w:rFonts w:ascii="Corbel" w:hAnsi="Corbel"/>
          <w:i/>
          <w:smallCaps w:val="0"/>
          <w:szCs w:val="24"/>
        </w:rPr>
        <w:t>Ćwiczenia:</w:t>
      </w:r>
      <w:r w:rsidRPr="00F856D2">
        <w:rPr>
          <w:rFonts w:ascii="Corbel" w:hAnsi="Corbel"/>
          <w:b w:val="0"/>
          <w:i/>
          <w:smallCaps w:val="0"/>
          <w:szCs w:val="24"/>
        </w:rPr>
        <w:t xml:space="preserve"> analiza tekstów z dyskusją, metoda projektów (projekt badawczy), praca w grupach (dyskusja),gry dydaktyczne, kolokwium z dyskusją wokół </w:t>
      </w:r>
      <w:r w:rsidRPr="00F856D2" w:rsidR="001161B5">
        <w:rPr>
          <w:rFonts w:ascii="Corbel" w:hAnsi="Corbel"/>
          <w:b w:val="0"/>
          <w:i/>
          <w:smallCaps w:val="0"/>
          <w:szCs w:val="24"/>
        </w:rPr>
        <w:t>referatów (prac zaliczeniowych), metody kształcenia na odległość</w:t>
      </w:r>
      <w:r w:rsidRPr="00F856D2" w:rsidR="00CD4D75">
        <w:rPr>
          <w:rFonts w:ascii="Corbel" w:hAnsi="Corbel"/>
          <w:b w:val="0"/>
          <w:i/>
          <w:smallCaps w:val="0"/>
          <w:szCs w:val="24"/>
        </w:rPr>
        <w:t>.</w:t>
      </w:r>
    </w:p>
    <w:p xmlns:wp14="http://schemas.microsoft.com/office/word/2010/wordml" w:rsidRPr="00F856D2" w:rsidR="000933E8" w:rsidP="000933E8" w:rsidRDefault="000933E8" w14:paraId="1FC39945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0562CB0E" wp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1078A5AC" wp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 METODY I KRYTERIA OCENY </w:t>
      </w:r>
    </w:p>
    <w:p xmlns:wp14="http://schemas.microsoft.com/office/word/2010/wordml" w:rsidRPr="00F856D2" w:rsidR="000933E8" w:rsidP="000933E8" w:rsidRDefault="000933E8" w14:paraId="34CE0A41" wp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53742ADA" wp14:textId="77777777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4.1 Sposoby weryfikacji efektów uczenia się</w:t>
      </w:r>
    </w:p>
    <w:p xmlns:wp14="http://schemas.microsoft.com/office/word/2010/wordml" w:rsidRPr="00F856D2" w:rsidR="000933E8" w:rsidP="000933E8" w:rsidRDefault="000933E8" w14:paraId="62EBF3C5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F856D2" w:rsidR="000933E8" w:rsidTr="000933E8" w14:paraId="3CD72C34" wp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56D2" w:rsidR="000933E8" w:rsidP="000933E8" w:rsidRDefault="000933E8" w14:paraId="59C1A4F7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56D2" w:rsidR="000933E8" w:rsidP="000933E8" w:rsidRDefault="000933E8" w14:paraId="47962157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Metody oceny efektów uczenia się</w:t>
            </w:r>
          </w:p>
          <w:p w:rsidRPr="00F856D2" w:rsidR="000933E8" w:rsidP="000933E8" w:rsidRDefault="000933E8" w14:paraId="12080E0F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56D2" w:rsidR="000933E8" w:rsidP="000933E8" w:rsidRDefault="000933E8" w14:paraId="4DA5CD06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Forma zajęć dydaktycznych </w:t>
            </w:r>
          </w:p>
          <w:p w:rsidRPr="00F856D2" w:rsidR="000933E8" w:rsidP="000933E8" w:rsidRDefault="000933E8" w14:paraId="52574297" wp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(w, </w:t>
            </w:r>
            <w:proofErr w:type="spellStart"/>
            <w:r w:rsidRPr="00F856D2"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  <w:r w:rsidRPr="00F856D2">
              <w:rPr>
                <w:rFonts w:ascii="Corbel" w:hAnsi="Corbel"/>
                <w:smallCaps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F856D2" w:rsidR="005A2582" w:rsidTr="005A2582" w14:paraId="637FC828" wp14:textId="77777777">
        <w:tc>
          <w:tcPr>
            <w:tcW w:w="1985" w:type="dxa"/>
          </w:tcPr>
          <w:p w:rsidRPr="00F856D2" w:rsidR="005A2582" w:rsidP="0019227D" w:rsidRDefault="00CD1C07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F856D2" w:rsidR="005A2582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F856D2" w:rsidR="005A25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AB6925" w:rsidR="005A2582" w:rsidP="0019227D" w:rsidRDefault="005A2582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B6925">
              <w:rPr>
                <w:rFonts w:ascii="Corbel" w:hAnsi="Corbel"/>
                <w:b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AB6925" w:rsidR="005A2582" w:rsidP="0019227D" w:rsidRDefault="005A2582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692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B692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856D2" w:rsidR="005A2582" w:rsidTr="005A2582" w14:paraId="6F1BD8D1" wp14:textId="77777777">
        <w:tc>
          <w:tcPr>
            <w:tcW w:w="1985" w:type="dxa"/>
          </w:tcPr>
          <w:p w:rsidRPr="00F856D2" w:rsidR="005A2582" w:rsidP="0019227D" w:rsidRDefault="005A2582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AB6925" w:rsidR="005A2582" w:rsidP="0019227D" w:rsidRDefault="005A2582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6925">
              <w:rPr>
                <w:rFonts w:ascii="Corbel" w:hAnsi="Corbel"/>
                <w:b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AB6925" w:rsidR="005A2582" w:rsidP="0019227D" w:rsidRDefault="005A2582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692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B692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856D2" w:rsidR="005A2582" w:rsidTr="005A2582" w14:paraId="5C920A73" wp14:textId="77777777">
        <w:tc>
          <w:tcPr>
            <w:tcW w:w="1985" w:type="dxa"/>
          </w:tcPr>
          <w:p w:rsidRPr="00F856D2" w:rsidR="005A2582" w:rsidP="0019227D" w:rsidRDefault="005A2582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56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B6925" w:rsidR="005A2582" w:rsidP="0019227D" w:rsidRDefault="002D2F8E" w14:paraId="1DA08C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6925">
              <w:rPr>
                <w:rFonts w:ascii="Corbel" w:hAnsi="Corbel"/>
                <w:b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Pr="00AB6925" w:rsidR="005A2582" w:rsidP="0019227D" w:rsidRDefault="005A2582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6925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B692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F856D2" w:rsidR="000933E8" w:rsidP="000933E8" w:rsidRDefault="000933E8" w14:paraId="6D98A12B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0AFAEE5A" wp14:textId="77777777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F856D2" w:rsidR="000933E8" w:rsidP="000933E8" w:rsidRDefault="000933E8" w14:paraId="2946DB82" wp14:textId="77777777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F856D2" w:rsidR="000933E8" w:rsidTr="000933E8" w14:paraId="13C8C743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6925" w:rsidR="000933E8" w:rsidP="00AB6925" w:rsidRDefault="002D2F8E" w14:paraId="0CCC710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6925">
              <w:rPr>
                <w:rFonts w:ascii="Corbel" w:hAnsi="Corbel"/>
                <w:sz w:val="24"/>
                <w:szCs w:val="24"/>
              </w:rPr>
              <w:t>Referat (praca zal</w:t>
            </w:r>
            <w:r w:rsidR="00AB6925">
              <w:rPr>
                <w:rFonts w:ascii="Corbel" w:hAnsi="Corbel"/>
                <w:sz w:val="24"/>
                <w:szCs w:val="24"/>
              </w:rPr>
              <w:t>iczeniowa</w:t>
            </w:r>
            <w:r w:rsidRPr="00AB6925">
              <w:rPr>
                <w:rFonts w:ascii="Corbel" w:hAnsi="Corbel"/>
                <w:sz w:val="24"/>
                <w:szCs w:val="24"/>
              </w:rPr>
              <w:t>): napisanie i prezentacja referatu (prac</w:t>
            </w:r>
            <w:r w:rsidRPr="00AB6925" w:rsidR="004C5545">
              <w:rPr>
                <w:rFonts w:ascii="Corbel" w:hAnsi="Corbel"/>
                <w:sz w:val="24"/>
                <w:szCs w:val="24"/>
              </w:rPr>
              <w:t>y</w:t>
            </w:r>
            <w:r w:rsidRPr="00AB6925">
              <w:rPr>
                <w:rFonts w:ascii="Corbel" w:hAnsi="Corbel"/>
                <w:sz w:val="24"/>
                <w:szCs w:val="24"/>
              </w:rPr>
              <w:t xml:space="preserve"> zaliczeniowej), kolokwium z dyskusją wokół referatów (prac zaliczeniowych)</w:t>
            </w:r>
          </w:p>
        </w:tc>
      </w:tr>
    </w:tbl>
    <w:p xmlns:wp14="http://schemas.microsoft.com/office/word/2010/wordml" w:rsidRPr="00F856D2" w:rsidR="000933E8" w:rsidP="000933E8" w:rsidRDefault="000933E8" w14:paraId="5997CC1D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32066DA3" wp14:textId="77777777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856D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F856D2" w:rsidR="000933E8" w:rsidP="000933E8" w:rsidRDefault="000933E8" w14:paraId="110FFD37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F856D2" w:rsidR="000933E8" w:rsidTr="000933E8" w14:paraId="63D9DE79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56D2" w:rsidR="000933E8" w:rsidP="000933E8" w:rsidRDefault="000933E8" w14:paraId="4C452BB7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56D2" w:rsidR="000933E8" w:rsidP="000933E8" w:rsidRDefault="000933E8" w14:paraId="4BAACCBA" wp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F856D2" w:rsidR="000933E8" w:rsidTr="000933E8" w14:paraId="33247FDA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1943409D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0933E8" w:rsidRDefault="002D2F8E" w14:paraId="60DA3216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F856D2" w:rsidR="000933E8" w:rsidTr="000933E8" w14:paraId="502B4972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2750A6CD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F856D2" w:rsidR="000933E8" w:rsidP="000933E8" w:rsidRDefault="000933E8" w14:paraId="7B8B9CD0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Pr="00F856D2" w:rsidR="00F77BB6">
              <w:rPr>
                <w:rFonts w:ascii="Corbel" w:hAnsi="Corbel"/>
                <w:sz w:val="24"/>
                <w:szCs w:val="24"/>
              </w:rPr>
              <w:t>/zalicz</w:t>
            </w:r>
            <w:r w:rsidR="00735369">
              <w:rPr>
                <w:rFonts w:ascii="Corbel" w:hAnsi="Corbel"/>
                <w:sz w:val="24"/>
                <w:szCs w:val="24"/>
              </w:rPr>
              <w:t>e</w:t>
            </w:r>
            <w:r w:rsidRPr="00F856D2" w:rsidR="00F77BB6">
              <w:rPr>
                <w:rFonts w:ascii="Corbel" w:hAnsi="Corbel"/>
                <w:sz w:val="24"/>
                <w:szCs w:val="24"/>
              </w:rPr>
              <w:t>niu</w:t>
            </w:r>
            <w:r w:rsidRPr="00F85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0933E8" w:rsidRDefault="00F77BB6" w14:paraId="29B4EA11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F856D2" w:rsidR="000933E8" w:rsidTr="000933E8" w14:paraId="0438747B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7660431A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856D2" w:rsidR="000933E8" w:rsidP="000933E8" w:rsidRDefault="000933E8" w14:paraId="1937B812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F77BB6" w:rsidRDefault="002D2F8E" w14:paraId="1D8EB8EE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2</w:t>
            </w:r>
            <w:r w:rsidRPr="00F856D2" w:rsidR="00F77BB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F856D2" w:rsidR="000933E8" w:rsidTr="000933E8" w14:paraId="00D7B6FD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3D4B2727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0933E8" w:rsidRDefault="00F77BB6" w14:paraId="174B1212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F856D2" w:rsidR="000933E8" w:rsidTr="000933E8" w14:paraId="0AD00C0E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0933E8" w:rsidP="000933E8" w:rsidRDefault="000933E8" w14:paraId="5FD1C35E" wp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85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856D2" w:rsidR="000933E8" w:rsidP="000933E8" w:rsidRDefault="002D2F8E" w14:paraId="7144751B" wp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856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F856D2" w:rsidR="000933E8" w:rsidP="000933E8" w:rsidRDefault="000933E8" w14:paraId="6BBE219B" wp14:textId="77777777">
      <w:pPr>
        <w:spacing w:after="0" w:line="240" w:lineRule="auto"/>
        <w:ind w:left="426"/>
        <w:rPr>
          <w:rFonts w:ascii="Corbel" w:hAnsi="Corbel"/>
          <w:i/>
          <w:smallCaps/>
          <w:sz w:val="24"/>
          <w:szCs w:val="24"/>
        </w:rPr>
      </w:pPr>
      <w:r w:rsidRPr="00F856D2">
        <w:rPr>
          <w:rFonts w:ascii="Corbel" w:hAnsi="Corbel"/>
          <w:i/>
          <w:smallCaps/>
          <w:sz w:val="24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F856D2" w:rsidR="000933E8" w:rsidP="000933E8" w:rsidRDefault="000933E8" w14:paraId="6B699379" wp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40334C7B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>6. PRAKTYKI ZAWODOWE W RAMACH PRZEDMIOTU</w:t>
      </w:r>
    </w:p>
    <w:p xmlns:wp14="http://schemas.microsoft.com/office/word/2010/wordml" w:rsidRPr="00F856D2" w:rsidR="000933E8" w:rsidP="000933E8" w:rsidRDefault="000933E8" w14:paraId="3FE9F23F" wp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F856D2" w:rsidR="00A83D34" w:rsidTr="000933E8" w14:paraId="0E8E8FC4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A83D34" w:rsidP="00A83D34" w:rsidRDefault="00A83D34" w14:paraId="146D6691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bookmarkStart w:name="_GoBack" w:colFirst="1" w:colLast="1" w:id="0"/>
            <w:r w:rsidRPr="00F856D2">
              <w:rPr>
                <w:rFonts w:ascii="Corbel" w:hAnsi="Corbel"/>
                <w:smallCaps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6925" w:rsidR="00A83D34" w:rsidP="00A83D34" w:rsidRDefault="00A83D34" w14:paraId="5AA2FE90" wp14:textId="7777777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AB6925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xmlns:wp14="http://schemas.microsoft.com/office/word/2010/wordml" w:rsidRPr="00F856D2" w:rsidR="00A83D34" w:rsidTr="000933E8" w14:paraId="605F859D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856D2" w:rsidR="00A83D34" w:rsidP="00A83D34" w:rsidRDefault="00A83D34" w14:paraId="05EFD703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856D2">
              <w:rPr>
                <w:rFonts w:ascii="Corbel" w:hAnsi="Corbel"/>
                <w:smallCaps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B6925" w:rsidR="00A83D34" w:rsidP="00A83D34" w:rsidRDefault="00A83D34" w14:paraId="37524492" wp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B6925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bookmarkEnd w:id="0"/>
    </w:tbl>
    <w:p xmlns:wp14="http://schemas.microsoft.com/office/word/2010/wordml" w:rsidRPr="00F856D2" w:rsidR="000933E8" w:rsidP="000933E8" w:rsidRDefault="000933E8" w14:paraId="1F72F646" wp14:textId="77777777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7630DC2B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b/>
          <w:smallCaps/>
          <w:sz w:val="24"/>
          <w:szCs w:val="24"/>
        </w:rPr>
        <w:t xml:space="preserve">7. LITERATURA </w:t>
      </w:r>
    </w:p>
    <w:p xmlns:wp14="http://schemas.microsoft.com/office/word/2010/wordml" w:rsidRPr="00F856D2" w:rsidR="000933E8" w:rsidP="000933E8" w:rsidRDefault="000933E8" w14:paraId="08CE6F91" wp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F856D2" w:rsidR="002D2F8E" w:rsidTr="0019227D" w14:paraId="7CC83198" wp14:textId="77777777">
        <w:trPr>
          <w:trHeight w:val="397"/>
        </w:trPr>
        <w:tc>
          <w:tcPr>
            <w:tcW w:w="7513" w:type="dxa"/>
          </w:tcPr>
          <w:p w:rsidRPr="00F856D2" w:rsidR="002D2F8E" w:rsidP="0019227D" w:rsidRDefault="002D2F8E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t>Literatura podstawowa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86D33" w:rsidP="00423E43" w:rsidRDefault="00AB6925" w14:paraId="1E8659FF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Czachor R. (2017).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systemowo-funkcjonalna a badania i zarządzanie społecznościami lokalnymi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Społeczności Lokalne. Studia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-36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AB6925" w14:paraId="53C419C7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Gilejko L. (2002).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Funkcje społeczności lokalnych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szanse ich realizacji.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 Żyrardowski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1,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65-67.</w:t>
            </w:r>
          </w:p>
          <w:p w:rsidRPr="00F856D2" w:rsidR="00D86D33" w:rsidP="00423E43" w:rsidRDefault="00D86D33" w14:paraId="719BB09B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Goszczyński W. (2015)</w:t>
            </w:r>
            <w:r w:rsidR="00AB69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Lokalne horyzont zdarzeń. Lokalność i kapitał społeczny w kulturze (nie)ufności na przykładzie wsi kujawsko-pomorskiej</w:t>
            </w:r>
            <w:r w:rsid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AB69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Toruń: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Muzeum Etnograficzne w Toruniu</w:t>
            </w:r>
            <w:r w:rsidR="00AB69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11-13.</w:t>
            </w:r>
          </w:p>
          <w:p w:rsidRPr="00F856D2" w:rsidR="00D86D33" w:rsidP="00423E43" w:rsidRDefault="00D86D33" w14:paraId="25E993E1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</w:t>
            </w:r>
            <w:r w:rsidR="00AB69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owiecki B., Szczepański M.S. (2002). </w:t>
            </w:r>
            <w:r w:rsidRPr="00AB6925" w:rsid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lokalny i regionalny w </w:t>
            </w:r>
            <w:r w:rsidRPr="00AB69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perspektywie socjologicznej</w:t>
            </w:r>
            <w:r w:rsidR="00AB69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Tychy: Śląskie Wydawnictwo Naukowe.</w:t>
            </w:r>
          </w:p>
          <w:p w:rsidRPr="00F856D2" w:rsidR="00AB6925" w:rsidP="00423E43" w:rsidRDefault="00AB6925" w14:paraId="5A1ED6A3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 (red.). (2006).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Oblicza lokalności. Różnorodność miejsc i czasu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:rsidRPr="00F856D2" w:rsidR="00D86D33" w:rsidP="00423E43" w:rsidRDefault="00AB6925" w14:paraId="255134E0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 (red.). (2008).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Oblicza lokalności. </w:t>
            </w:r>
            <w:r w:rsidRPr="00AB6925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Ku nowym formom życia lokalnego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:rsidRPr="00F856D2" w:rsidR="00D86D33" w:rsidP="00423E43" w:rsidRDefault="00AB6925" w14:paraId="16FD4A3A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Kurczewska J., Bojar H. (red.) (2006).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6925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Granice na pograniczach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: Wydawnictwo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PAN.</w:t>
            </w:r>
          </w:p>
          <w:p w:rsidRPr="00F856D2" w:rsidR="00D86D33" w:rsidP="00423E43" w:rsidRDefault="00D86D33" w14:paraId="3F188B90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Lewenstein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(2006)</w:t>
            </w:r>
            <w:r w:rsidR="00827C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paradygmat rozwoju układów lokalnych – w stronę obywatelskich wizji społeczności lokalnych</w:t>
            </w:r>
            <w:r w:rsidR="00827C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</w:t>
            </w:r>
            <w:r w:rsidR="00827C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827CC6" w14:paraId="0ACC141F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 (2007).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827CC6" w14:paraId="3C07BE6A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Posern-Zieliński A. (2005).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a terytoriu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Perspektywa antropologiczna. </w:t>
            </w:r>
            <w:r w:rsidRPr="00827C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Zachodni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3,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ss. 3 – 20.</w:t>
            </w:r>
          </w:p>
          <w:p w:rsidRPr="00F856D2" w:rsidR="00D86D33" w:rsidP="00423E43" w:rsidRDefault="00827CC6" w14:paraId="781E79C3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Rybicki P. (1972).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Społeczeństwo miejskie.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Państwowe Wydawnictwo Naukowe.</w:t>
            </w:r>
          </w:p>
          <w:p w:rsidRPr="00F856D2" w:rsidR="00D86D33" w:rsidP="00423E43" w:rsidRDefault="00827CC6" w14:paraId="5F93D6EE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Sadowski A. (2005).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 Polski lokalnej do regionalnej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 Wesołowski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Włodarek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27CC6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Kręgi integracji i rodzaje tożsamości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A7EE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(ss. 141-162). 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A1652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Scholar</w:t>
            </w:r>
            <w:r w:rsidR="005A7EE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827CC6" w14:paraId="4A01C0E8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Sadowski A.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(2009). </w:t>
            </w:r>
            <w:r w:rsidRPr="00827CC6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Podlasie – szanse (zagrożenia) na region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A.F. 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Bocian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827CC6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Podlasie regionem przyszłości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5A7EE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(ss. 7-21).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Białystok: Wydawnictwo Uniwersytetu w Białymstoku</w:t>
            </w:r>
            <w:r w:rsidR="005A7EE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D86D33" w14:paraId="6A698B97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Starosta P. (1995)</w:t>
            </w:r>
            <w:r w:rsidR="00827C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Poza metropolią. Wiejskie i małomiasteczkowe zbiorowości lokalne a w</w:t>
            </w:r>
            <w:r w:rsidR="00827C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zory porządku makrospołecznego. Łódź: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s. 30-32.</w:t>
            </w:r>
          </w:p>
          <w:p w:rsidR="005A7EEE" w:rsidP="00423E43" w:rsidRDefault="005A7EEE" w14:paraId="437C2C4F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Starosta P. (2002). Społeczność lokalna.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 w:rsidR="00D86D3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Encyklopedia socjologii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 (ss. 97-108).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Warszawa 2002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827CC6" w14:paraId="55E8C677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Szczepański M. (2006).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europejska i lokalne rewindykacje. W B.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Jałowiecki, W. Łukowski (red.)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</w:t>
            </w:r>
            <w:r w:rsid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ności lokalne. Teraźniejszość i </w:t>
            </w:r>
            <w:r w:rsidRPr="00A165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A16521" w14:paraId="67B22C7A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Szczepański M.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Ślęzak-Tazbir W.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Region i społeczność lokalna w perspektywie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Górnośląskie Studia Socjologiczne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Seria Nowa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14-16.</w:t>
            </w:r>
          </w:p>
          <w:p w:rsidRPr="00F856D2" w:rsidR="00D86D33" w:rsidP="00423E43" w:rsidRDefault="00A16521" w14:paraId="1F9ECD94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Szczepański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(2005).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Społeczności lokalne i regionalne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 ład kontynentalny i globalny.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Wesołowski,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 (red.), </w:t>
            </w:r>
            <w:r w:rsidRPr="00A165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Kręgi integracji i rodzaje tożsamości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(ss. 121-140).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Naukowe Scholar.</w:t>
            </w:r>
          </w:p>
          <w:p w:rsidRPr="00F856D2" w:rsidR="00D86D33" w:rsidP="00423E43" w:rsidRDefault="00D86D33" w14:paraId="5644718C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 (2002)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Analiza społeczeństwa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Wydawnictwo Znak.</w:t>
            </w:r>
          </w:p>
          <w:p w:rsidRPr="00F856D2" w:rsidR="00D86D33" w:rsidP="00423E43" w:rsidRDefault="00A16521" w14:paraId="20D3DF3B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Tarkowski J. (1994).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świata polityki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423E43" w:rsidRDefault="00D86D33" w14:paraId="4B897149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Tönnies</w:t>
            </w:r>
            <w:proofErr w:type="spellEnd"/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 (2008).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Wspólnota i stowarzyszenie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F856D2" w:rsidR="00D86D33" w:rsidP="00423E43" w:rsidRDefault="00D86D33" w14:paraId="211965CC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(1995)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Więź społeczna w grupie. W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Starosta (red.), </w:t>
            </w:r>
            <w:r w:rsidRPr="00A165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Zbiorowości terytorialne i więzi społeczne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A165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Łódź: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1E6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Uniwersytetu Łódzkiego.</w:t>
            </w:r>
          </w:p>
          <w:p w:rsidRPr="00F856D2" w:rsidR="00D86D33" w:rsidP="00423E43" w:rsidRDefault="001E6855" w14:paraId="6454AEE4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(2000).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6855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Wielkie struktury socjologiczne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Lublin: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owarzystwo Naukowe KUL.</w:t>
            </w:r>
          </w:p>
          <w:p w:rsidRPr="00F856D2" w:rsidR="00D86D33" w:rsidP="00423E43" w:rsidRDefault="001E6855" w14:paraId="33A18B82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Turowski J. (2001).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6855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Małe struktury socjologiczne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Lublin: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="00F16D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owarzystwo Naukowe KUL.</w:t>
            </w:r>
          </w:p>
          <w:p w:rsidRPr="00F856D2" w:rsidR="00D86D33" w:rsidP="00423E43" w:rsidRDefault="00F16D06" w14:paraId="55488F8C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 S. (2002).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Dynamika i bariery w rozwoju społeczności lokalnych i 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samorządu terytorialnego w Polsce. </w:t>
            </w:r>
            <w:r w:rsidRPr="005A7EEE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Przegląd Politologiczny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1, s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111-125.</w:t>
            </w:r>
          </w:p>
          <w:p w:rsidRPr="00F856D2" w:rsidR="00011F9E" w:rsidP="00423E43" w:rsidRDefault="00423E43" w14:paraId="6EB3E68C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Zarycki T.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(2010). </w:t>
            </w:r>
            <w:r w:rsidRPr="00F856D2" w:rsidR="00D86D33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Peryferie. Nowe ujęcie zależności centro-peryferyjnych, Warszaw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a: Wydawnictwo Naukowe Scholar.</w:t>
            </w:r>
          </w:p>
        </w:tc>
      </w:tr>
      <w:tr xmlns:wp14="http://schemas.microsoft.com/office/word/2010/wordml" w:rsidRPr="00F856D2" w:rsidR="002D2F8E" w:rsidTr="0019227D" w14:paraId="122083A3" wp14:textId="77777777">
        <w:trPr>
          <w:trHeight w:val="397"/>
        </w:trPr>
        <w:tc>
          <w:tcPr>
            <w:tcW w:w="7513" w:type="dxa"/>
          </w:tcPr>
          <w:p w:rsidRPr="00F856D2" w:rsidR="002D2F8E" w:rsidP="0019227D" w:rsidRDefault="002D2F8E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56D2">
              <w:rPr>
                <w:rFonts w:ascii="Corbel" w:hAnsi="Corbel"/>
                <w:i/>
                <w:smallCaps w:val="0"/>
                <w:szCs w:val="24"/>
              </w:rPr>
              <w:lastRenderedPageBreak/>
              <w:t>Literatura uzupełniająca</w:t>
            </w:r>
            <w:r w:rsidRPr="00F856D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Pr="00F856D2" w:rsidR="00D86D33" w:rsidP="0009685E" w:rsidRDefault="00D86D33" w14:paraId="6EA62232" wp14:textId="77777777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Bauman Z. (1996)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ponowoczesna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423E43" w:rsidP="0009685E" w:rsidRDefault="00D86D33" w14:paraId="42AABB10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Ba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dania Opinii Społecznej. (2010b).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Komunikat z badań „Wybory samorządowe – znaczenie, zainteresowanie oraz deklaracje udziału w głosowaniu”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D86D33" w14:paraId="7ADA74F2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http://www.cbos.pl/P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L/publikacje/raporty_2010.php</w:t>
            </w:r>
          </w:p>
          <w:p w:rsidRPr="00423E43" w:rsidR="00423E43" w:rsidP="0009685E" w:rsidRDefault="00D86D33" w14:paraId="65DC8F78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Kapitał społeczny </w:t>
            </w:r>
          </w:p>
          <w:p w:rsidRPr="00F856D2" w:rsidR="00D86D33" w:rsidP="0009685E" w:rsidRDefault="00D86D33" w14:paraId="413DB75E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http://civicpedia.ngo.pl/x/330089#ESS </w:t>
            </w:r>
          </w:p>
          <w:p w:rsidRPr="00F856D2" w:rsidR="00D86D33" w:rsidP="0009685E" w:rsidRDefault="00D86D33" w14:paraId="624035C5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K. (2004)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23E4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i społeczeństwo obywatelskie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Znak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D86D33" w14:paraId="727B5CCF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Nisbet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(2005)</w:t>
            </w:r>
            <w:r w:rsidR="00423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Postęp zagrożony. W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P.Sztompka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Kucia (red.),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Socjologia. Lektury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618-624). Kraków: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Znak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5A7EEE" w14:paraId="38C4C33B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Piekara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(2005).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Samorząd terytorialny i inne formy aktywności społecznej dawniej i dziś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Twigger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D86D33" w14:paraId="7B5F67CB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Podedworna</w:t>
            </w:r>
            <w:proofErr w:type="spellEnd"/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(1999)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Analiza struktur 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społecznych. Wybrane przykłady. W J. Polakowska-Kujawa. </w:t>
            </w:r>
            <w:r w:rsidRP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ogólna</w:t>
            </w:r>
            <w:r w:rsid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5A7EEE" w:rsid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5A7EEE" w:rsidR="005A7E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ybrane problemy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Oficyna Wydawnicza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SGH</w:t>
            </w:r>
            <w:r w:rsidR="005A7E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5A7EEE" w14:paraId="0588EAD4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Rybicki P. (1979).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7EEE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społecznego świata. Studia z teorii społecznej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Państwowe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856D2" w:rsidR="00D86D33" w:rsidP="0009685E" w:rsidRDefault="00B81921" w14:paraId="6D819CA6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(2015).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Wybrane miejsce w społeczności lokalnej – konteksty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pedagogiczne. W M. Adamczyk, W. Olszewski, </w:t>
            </w:r>
            <w:r w:rsidRPr="00B819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Społeczności lokalne jako "miejsca" zmian. 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17-26).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Polkowice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Dolnośląskiej Wyższej Szkoły Przedsiębiorczości i Techniki w Polkowicach.</w:t>
            </w:r>
          </w:p>
          <w:p w:rsidRPr="00F856D2" w:rsidR="00D86D33" w:rsidP="0009685E" w:rsidRDefault="00B81921" w14:paraId="798FC076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Szacki J. (2002).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Wydawnictwo Naukowe PWN.</w:t>
            </w:r>
          </w:p>
          <w:p w:rsidRPr="00F856D2" w:rsidR="00D86D33" w:rsidP="0009685E" w:rsidRDefault="00D86D33" w14:paraId="4299B8BE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Szczepański J. (1970)</w:t>
            </w:r>
            <w:r w:rsidR="00B819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pojęcia socjologii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B819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Państwowe </w:t>
            </w:r>
            <w:r w:rsidRPr="00F85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</w:t>
            </w:r>
            <w:r w:rsidR="00B819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dawnictwo Naukowe PWN.</w:t>
            </w:r>
          </w:p>
          <w:p w:rsidRPr="00F856D2" w:rsidR="000321AB" w:rsidP="0009685E" w:rsidRDefault="00B81921" w14:paraId="04B92882" wp14:textId="77777777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 (1996).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Zaufanie – warunek podmiotowości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łeczeństwa. 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K.Gorlach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Z.Seręga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(red.).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81921" w:rsidR="00D86D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Oblicza społeczeństwa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(ss. 116-119). Kraków: </w:t>
            </w:r>
            <w:r w:rsidRPr="00F856D2" w:rsidR="00D86D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xmlns:wp14="http://schemas.microsoft.com/office/word/2010/wordml" w:rsidRPr="00F856D2" w:rsidR="000933E8" w:rsidP="000933E8" w:rsidRDefault="000933E8" w14:paraId="61CDCEAD" wp14:textId="77777777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6BB9E253" wp14:textId="77777777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EF24A8" w:rsidP="00EF24A8" w:rsidRDefault="00F77BB6" w14:paraId="17D50CC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856D2">
        <w:rPr>
          <w:rFonts w:ascii="Corbel" w:hAnsi="Corbel"/>
          <w:b w:val="0"/>
          <w:smallCaps w:val="0"/>
          <w:szCs w:val="24"/>
        </w:rPr>
        <w:t>19</w:t>
      </w:r>
      <w:r w:rsidRPr="00F856D2" w:rsidR="00EF24A8">
        <w:rPr>
          <w:rFonts w:ascii="Corbel" w:hAnsi="Corbel"/>
          <w:b w:val="0"/>
          <w:smallCaps w:val="0"/>
          <w:szCs w:val="24"/>
        </w:rPr>
        <w:t>.</w:t>
      </w:r>
      <w:r w:rsidRPr="00F856D2">
        <w:rPr>
          <w:rFonts w:ascii="Corbel" w:hAnsi="Corbel"/>
          <w:b w:val="0"/>
          <w:smallCaps w:val="0"/>
          <w:szCs w:val="24"/>
        </w:rPr>
        <w:t>10</w:t>
      </w:r>
      <w:r w:rsidRPr="00F856D2" w:rsidR="00EF24A8">
        <w:rPr>
          <w:rFonts w:ascii="Corbel" w:hAnsi="Corbel"/>
          <w:b w:val="0"/>
          <w:smallCaps w:val="0"/>
          <w:szCs w:val="24"/>
        </w:rPr>
        <w:t>.20</w:t>
      </w:r>
      <w:r w:rsidRPr="00F856D2">
        <w:rPr>
          <w:rFonts w:ascii="Corbel" w:hAnsi="Corbel"/>
          <w:b w:val="0"/>
          <w:smallCaps w:val="0"/>
          <w:szCs w:val="24"/>
        </w:rPr>
        <w:t>20</w:t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r w:rsidRPr="00F856D2" w:rsidR="00EF24A8">
        <w:rPr>
          <w:rFonts w:ascii="Corbel" w:hAnsi="Corbel"/>
          <w:b w:val="0"/>
          <w:smallCaps w:val="0"/>
          <w:szCs w:val="24"/>
        </w:rPr>
        <w:tab/>
      </w:r>
      <w:proofErr w:type="spellStart"/>
      <w:r w:rsidRPr="00F856D2" w:rsidR="00EF24A8">
        <w:rPr>
          <w:rFonts w:ascii="Corbel" w:hAnsi="Corbel"/>
          <w:b w:val="0"/>
          <w:smallCaps w:val="0"/>
          <w:szCs w:val="24"/>
        </w:rPr>
        <w:t>Serhiy</w:t>
      </w:r>
      <w:proofErr w:type="spellEnd"/>
      <w:r w:rsidRPr="00F856D2" w:rsidR="00EF24A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56D2" w:rsidR="00EF24A8">
        <w:rPr>
          <w:rFonts w:ascii="Corbel" w:hAnsi="Corbel"/>
          <w:b w:val="0"/>
          <w:smallCaps w:val="0"/>
          <w:szCs w:val="24"/>
        </w:rPr>
        <w:t>Troyan</w:t>
      </w:r>
      <w:proofErr w:type="spellEnd"/>
    </w:p>
    <w:p xmlns:wp14="http://schemas.microsoft.com/office/word/2010/wordml" w:rsidRPr="00F856D2" w:rsidR="00EF24A8" w:rsidP="00EF24A8" w:rsidRDefault="00EF24A8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856D2" w:rsidR="00EF24A8" w:rsidP="000933E8" w:rsidRDefault="00EF24A8" w14:paraId="52E56223" wp14:textId="77777777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EF24A8" w:rsidP="000933E8" w:rsidRDefault="00EF24A8" w14:paraId="07547A01" wp14:textId="77777777">
      <w:pPr>
        <w:spacing w:after="0" w:line="240" w:lineRule="auto"/>
        <w:ind w:left="360"/>
        <w:rPr>
          <w:rFonts w:ascii="Corbel" w:hAnsi="Corbel"/>
          <w:smallCaps/>
          <w:sz w:val="24"/>
          <w:szCs w:val="24"/>
        </w:rPr>
      </w:pPr>
    </w:p>
    <w:p xmlns:wp14="http://schemas.microsoft.com/office/word/2010/wordml" w:rsidRPr="00F856D2" w:rsidR="000933E8" w:rsidP="000933E8" w:rsidRDefault="000933E8" w14:paraId="41F88A98" wp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856D2">
        <w:rPr>
          <w:rFonts w:ascii="Corbel" w:hAnsi="Corbel"/>
          <w:smallCaps/>
          <w:sz w:val="24"/>
          <w:szCs w:val="24"/>
        </w:rPr>
        <w:t>Akceptacja Kierownika Jednostki lub osoby upoważnionej</w:t>
      </w:r>
    </w:p>
    <w:sectPr w:rsidRPr="00F856D2" w:rsidR="000933E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F163A0" w:rsidP="00C16ABF" w:rsidRDefault="00F163A0" w14:paraId="5043CB0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163A0" w:rsidP="00C16ABF" w:rsidRDefault="00F163A0" w14:paraId="0745931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F163A0" w:rsidP="00C16ABF" w:rsidRDefault="00F163A0" w14:paraId="6537F2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163A0" w:rsidP="00C16ABF" w:rsidRDefault="00F163A0" w14:paraId="6DFB9E2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933E8" w:rsidP="000933E8" w:rsidRDefault="000933E8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744DE"/>
    <w:multiLevelType w:val="hybridMultilevel"/>
    <w:tmpl w:val="628C28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B166F3"/>
    <w:multiLevelType w:val="multilevel"/>
    <w:tmpl w:val="9BD81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6AE4562"/>
    <w:multiLevelType w:val="hybridMultilevel"/>
    <w:tmpl w:val="F99A4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558DF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72B62"/>
    <w:multiLevelType w:val="hybridMultilevel"/>
    <w:tmpl w:val="31725F2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E56564"/>
    <w:multiLevelType w:val="hybridMultilevel"/>
    <w:tmpl w:val="51860A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zNLQ0trA0tTA0NDVS0lEKTi0uzszPAykwrAUAAMPItiwAAAA="/>
  </w:docVars>
  <w:rsids>
    <w:rsidRoot w:val="00BD66E9"/>
    <w:rsid w:val="000048FD"/>
    <w:rsid w:val="000077B4"/>
    <w:rsid w:val="00011F9E"/>
    <w:rsid w:val="00015B8F"/>
    <w:rsid w:val="0002095E"/>
    <w:rsid w:val="00022ECE"/>
    <w:rsid w:val="000321AB"/>
    <w:rsid w:val="00042A51"/>
    <w:rsid w:val="00042D2E"/>
    <w:rsid w:val="00044C82"/>
    <w:rsid w:val="00070ED6"/>
    <w:rsid w:val="000742DC"/>
    <w:rsid w:val="00084C12"/>
    <w:rsid w:val="000933E8"/>
    <w:rsid w:val="0009462C"/>
    <w:rsid w:val="00094B12"/>
    <w:rsid w:val="0009685E"/>
    <w:rsid w:val="00096C46"/>
    <w:rsid w:val="000A296F"/>
    <w:rsid w:val="000A2A28"/>
    <w:rsid w:val="000A61B5"/>
    <w:rsid w:val="000B192D"/>
    <w:rsid w:val="000B28EE"/>
    <w:rsid w:val="000B3E37"/>
    <w:rsid w:val="000D04B0"/>
    <w:rsid w:val="000F1C57"/>
    <w:rsid w:val="000F5615"/>
    <w:rsid w:val="001161B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27D"/>
    <w:rsid w:val="00192F37"/>
    <w:rsid w:val="001A70D2"/>
    <w:rsid w:val="001D584C"/>
    <w:rsid w:val="001D657B"/>
    <w:rsid w:val="001D7B54"/>
    <w:rsid w:val="001E0209"/>
    <w:rsid w:val="001E2361"/>
    <w:rsid w:val="001E6855"/>
    <w:rsid w:val="001F27E5"/>
    <w:rsid w:val="001F2CA2"/>
    <w:rsid w:val="002144C0"/>
    <w:rsid w:val="00223C2A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8CD"/>
    <w:rsid w:val="002B5EA0"/>
    <w:rsid w:val="002B6119"/>
    <w:rsid w:val="002C1F06"/>
    <w:rsid w:val="002D2F8E"/>
    <w:rsid w:val="002D73D4"/>
    <w:rsid w:val="002E487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75C2C"/>
    <w:rsid w:val="00384685"/>
    <w:rsid w:val="003A0A5B"/>
    <w:rsid w:val="003A1176"/>
    <w:rsid w:val="003A626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E43"/>
    <w:rsid w:val="0042745A"/>
    <w:rsid w:val="00431D5C"/>
    <w:rsid w:val="004362C6"/>
    <w:rsid w:val="00437FA2"/>
    <w:rsid w:val="00461EFC"/>
    <w:rsid w:val="00462412"/>
    <w:rsid w:val="004652C2"/>
    <w:rsid w:val="0046783F"/>
    <w:rsid w:val="00471326"/>
    <w:rsid w:val="00474F06"/>
    <w:rsid w:val="0047573C"/>
    <w:rsid w:val="0047598D"/>
    <w:rsid w:val="004840FD"/>
    <w:rsid w:val="00490F7D"/>
    <w:rsid w:val="00491678"/>
    <w:rsid w:val="004968E2"/>
    <w:rsid w:val="004A3EEA"/>
    <w:rsid w:val="004A4D1F"/>
    <w:rsid w:val="004B3C35"/>
    <w:rsid w:val="004C5545"/>
    <w:rsid w:val="004D3B2F"/>
    <w:rsid w:val="004D5282"/>
    <w:rsid w:val="004E7846"/>
    <w:rsid w:val="004F1551"/>
    <w:rsid w:val="004F55A3"/>
    <w:rsid w:val="0050496F"/>
    <w:rsid w:val="00513B6F"/>
    <w:rsid w:val="00517C63"/>
    <w:rsid w:val="00520BF4"/>
    <w:rsid w:val="005363C4"/>
    <w:rsid w:val="00536BDE"/>
    <w:rsid w:val="005403D9"/>
    <w:rsid w:val="00541501"/>
    <w:rsid w:val="00543ACC"/>
    <w:rsid w:val="005727DB"/>
    <w:rsid w:val="005A0855"/>
    <w:rsid w:val="005A2582"/>
    <w:rsid w:val="005A3196"/>
    <w:rsid w:val="005A7EEE"/>
    <w:rsid w:val="005C080F"/>
    <w:rsid w:val="005C55E5"/>
    <w:rsid w:val="005C696A"/>
    <w:rsid w:val="005E6E85"/>
    <w:rsid w:val="005F31D2"/>
    <w:rsid w:val="00602625"/>
    <w:rsid w:val="0061029B"/>
    <w:rsid w:val="00617230"/>
    <w:rsid w:val="00621CE1"/>
    <w:rsid w:val="00647FA8"/>
    <w:rsid w:val="006557A3"/>
    <w:rsid w:val="006620D9"/>
    <w:rsid w:val="006646E0"/>
    <w:rsid w:val="00671958"/>
    <w:rsid w:val="00675843"/>
    <w:rsid w:val="0069570B"/>
    <w:rsid w:val="00696477"/>
    <w:rsid w:val="006D050F"/>
    <w:rsid w:val="006D6139"/>
    <w:rsid w:val="006E39B5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35369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7F66C1"/>
    <w:rsid w:val="0080427F"/>
    <w:rsid w:val="0081707E"/>
    <w:rsid w:val="00827CC6"/>
    <w:rsid w:val="008449B3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2F2F"/>
    <w:rsid w:val="008D3DFB"/>
    <w:rsid w:val="008E64F4"/>
    <w:rsid w:val="008F12C9"/>
    <w:rsid w:val="008F6E29"/>
    <w:rsid w:val="00907087"/>
    <w:rsid w:val="00916188"/>
    <w:rsid w:val="00923D7D"/>
    <w:rsid w:val="00931EAA"/>
    <w:rsid w:val="009508DF"/>
    <w:rsid w:val="00950DAC"/>
    <w:rsid w:val="00954A07"/>
    <w:rsid w:val="00990067"/>
    <w:rsid w:val="00997F14"/>
    <w:rsid w:val="009A78D9"/>
    <w:rsid w:val="009C3E31"/>
    <w:rsid w:val="009C54AE"/>
    <w:rsid w:val="009C788E"/>
    <w:rsid w:val="009E3B41"/>
    <w:rsid w:val="009F29DB"/>
    <w:rsid w:val="009F3C5C"/>
    <w:rsid w:val="009F4610"/>
    <w:rsid w:val="00A00ECC"/>
    <w:rsid w:val="00A0753C"/>
    <w:rsid w:val="00A155EE"/>
    <w:rsid w:val="00A16521"/>
    <w:rsid w:val="00A2245B"/>
    <w:rsid w:val="00A30110"/>
    <w:rsid w:val="00A36899"/>
    <w:rsid w:val="00A371F6"/>
    <w:rsid w:val="00A43BF6"/>
    <w:rsid w:val="00A54817"/>
    <w:rsid w:val="00A601C8"/>
    <w:rsid w:val="00A60799"/>
    <w:rsid w:val="00A83D34"/>
    <w:rsid w:val="00A845BA"/>
    <w:rsid w:val="00A97DE1"/>
    <w:rsid w:val="00AA2B0E"/>
    <w:rsid w:val="00AB053C"/>
    <w:rsid w:val="00AB6925"/>
    <w:rsid w:val="00AD1146"/>
    <w:rsid w:val="00AD27D3"/>
    <w:rsid w:val="00AD66D6"/>
    <w:rsid w:val="00AE1160"/>
    <w:rsid w:val="00AE203C"/>
    <w:rsid w:val="00AE2E74"/>
    <w:rsid w:val="00AE5FCB"/>
    <w:rsid w:val="00AF13A7"/>
    <w:rsid w:val="00AF2C1E"/>
    <w:rsid w:val="00AF5D8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21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37F"/>
    <w:rsid w:val="00C94B98"/>
    <w:rsid w:val="00CA2B96"/>
    <w:rsid w:val="00CA5089"/>
    <w:rsid w:val="00CD1C07"/>
    <w:rsid w:val="00CD4D7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2A5"/>
    <w:rsid w:val="00D8678B"/>
    <w:rsid w:val="00D86A1B"/>
    <w:rsid w:val="00D86D33"/>
    <w:rsid w:val="00DA2114"/>
    <w:rsid w:val="00DD324A"/>
    <w:rsid w:val="00DE09C0"/>
    <w:rsid w:val="00DE397B"/>
    <w:rsid w:val="00DF320D"/>
    <w:rsid w:val="00DF71C8"/>
    <w:rsid w:val="00E01EA8"/>
    <w:rsid w:val="00E129B8"/>
    <w:rsid w:val="00E21E7D"/>
    <w:rsid w:val="00E22FBC"/>
    <w:rsid w:val="00E24BF5"/>
    <w:rsid w:val="00E25338"/>
    <w:rsid w:val="00E27213"/>
    <w:rsid w:val="00E51E44"/>
    <w:rsid w:val="00E63348"/>
    <w:rsid w:val="00E77E88"/>
    <w:rsid w:val="00E8107D"/>
    <w:rsid w:val="00EA4832"/>
    <w:rsid w:val="00EC4899"/>
    <w:rsid w:val="00ED03AB"/>
    <w:rsid w:val="00ED07FC"/>
    <w:rsid w:val="00ED32D2"/>
    <w:rsid w:val="00EE32DE"/>
    <w:rsid w:val="00EE5457"/>
    <w:rsid w:val="00EF24A8"/>
    <w:rsid w:val="00F02F1B"/>
    <w:rsid w:val="00F03DA8"/>
    <w:rsid w:val="00F070AB"/>
    <w:rsid w:val="00F163A0"/>
    <w:rsid w:val="00F16D06"/>
    <w:rsid w:val="00F27A7B"/>
    <w:rsid w:val="00F4522D"/>
    <w:rsid w:val="00F526AF"/>
    <w:rsid w:val="00F617C3"/>
    <w:rsid w:val="00F7066B"/>
    <w:rsid w:val="00F76086"/>
    <w:rsid w:val="00F77BB6"/>
    <w:rsid w:val="00F82292"/>
    <w:rsid w:val="00F83B28"/>
    <w:rsid w:val="00F856D2"/>
    <w:rsid w:val="00FB7DBA"/>
    <w:rsid w:val="00FC1C25"/>
    <w:rsid w:val="00FC27BE"/>
    <w:rsid w:val="00FC3F45"/>
    <w:rsid w:val="00FD503F"/>
    <w:rsid w:val="00FD7589"/>
    <w:rsid w:val="00FF016A"/>
    <w:rsid w:val="00FF1401"/>
    <w:rsid w:val="00FF5E7D"/>
    <w:rsid w:val="0FB07CF4"/>
    <w:rsid w:val="10488818"/>
    <w:rsid w:val="1690369D"/>
    <w:rsid w:val="1FD52D5A"/>
    <w:rsid w:val="25E34B59"/>
    <w:rsid w:val="2653B9DB"/>
    <w:rsid w:val="278B82FB"/>
    <w:rsid w:val="2960C4CA"/>
    <w:rsid w:val="2E6A4A4E"/>
    <w:rsid w:val="4676767E"/>
    <w:rsid w:val="5063EAE7"/>
    <w:rsid w:val="5B8E44CD"/>
    <w:rsid w:val="6405A440"/>
    <w:rsid w:val="67BC7522"/>
    <w:rsid w:val="6D049367"/>
    <w:rsid w:val="724EB244"/>
    <w:rsid w:val="7BE2E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420367"/>
  <w15:docId w15:val="{4CFAEA65-909C-4C12-B911-C9F51B9403F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1DD6A-60F7-4881-92A9-084EDCB18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BAD60A-ECE5-4E3C-BE50-C650D2E17A4D}"/>
</file>

<file path=customXml/itemProps3.xml><?xml version="1.0" encoding="utf-8"?>
<ds:datastoreItem xmlns:ds="http://schemas.openxmlformats.org/officeDocument/2006/customXml" ds:itemID="{C2489C4C-E36B-416B-A8DB-B500587A698F}"/>
</file>

<file path=customXml/itemProps4.xml><?xml version="1.0" encoding="utf-8"?>
<ds:datastoreItem xmlns:ds="http://schemas.openxmlformats.org/officeDocument/2006/customXml" ds:itemID="{509BFF38-E7E2-4782-8F3F-8AA8373E6B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5</cp:revision>
  <cp:lastPrinted>2017-02-15T12:41:00Z</cp:lastPrinted>
  <dcterms:created xsi:type="dcterms:W3CDTF">2021-09-20T20:10:00Z</dcterms:created>
  <dcterms:modified xsi:type="dcterms:W3CDTF">2021-09-21T14:41:28Z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